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D3D80">
      <w:pPr>
        <w:pStyle w:val="2"/>
        <w:spacing w:before="0" w:line="400" w:lineRule="exact"/>
        <w:ind w:left="440" w:leftChars="200" w:right="539" w:rightChars="245" w:firstLine="439" w:firstLineChars="122"/>
      </w:pPr>
      <w:bookmarkStart w:id="0" w:name="_Toc1244"/>
      <w:bookmarkStart w:id="1" w:name="_Toc23483"/>
      <w:r>
        <w:t>北京交通大学研究生奖励实施办法</w:t>
      </w:r>
      <w:bookmarkEnd w:id="0"/>
      <w:bookmarkEnd w:id="1"/>
    </w:p>
    <w:p w14:paraId="6FED2B1E">
      <w:pPr>
        <w:pStyle w:val="5"/>
        <w:spacing w:line="320" w:lineRule="exact"/>
        <w:ind w:left="440" w:leftChars="200" w:right="539" w:rightChars="245" w:firstLine="420" w:firstLineChars="200"/>
        <w:rPr>
          <w:rFonts w:ascii="黑体"/>
          <w:highlight w:val="green"/>
        </w:rPr>
      </w:pPr>
    </w:p>
    <w:p w14:paraId="789C1302">
      <w:pPr>
        <w:pStyle w:val="3"/>
        <w:tabs>
          <w:tab w:val="left" w:pos="1319"/>
        </w:tabs>
        <w:spacing w:line="320" w:lineRule="exact"/>
        <w:ind w:left="440" w:leftChars="200" w:right="539" w:rightChars="245" w:firstLine="480" w:firstLineChars="200"/>
      </w:pPr>
      <w:r>
        <w:rPr>
          <w:rFonts w:hint="eastAsia"/>
        </w:rPr>
        <w:t>第一章  总  则</w:t>
      </w:r>
    </w:p>
    <w:p w14:paraId="16923056">
      <w:pPr>
        <w:pStyle w:val="5"/>
        <w:spacing w:line="320" w:lineRule="exact"/>
        <w:ind w:left="440" w:leftChars="200" w:right="539" w:rightChars="245" w:firstLine="420" w:firstLineChars="200"/>
        <w:rPr>
          <w:rFonts w:ascii="黑体"/>
          <w:highlight w:val="green"/>
        </w:rPr>
      </w:pPr>
    </w:p>
    <w:p w14:paraId="0155096B">
      <w:pPr>
        <w:pStyle w:val="5"/>
        <w:spacing w:line="320" w:lineRule="exact"/>
        <w:ind w:left="440" w:leftChars="200" w:right="539" w:rightChars="245" w:firstLine="420" w:firstLineChars="200"/>
      </w:pPr>
      <w:r>
        <w:rPr>
          <w:rFonts w:hint="eastAsia" w:ascii="黑体" w:eastAsia="黑体"/>
        </w:rPr>
        <w:t xml:space="preserve">第一条 </w:t>
      </w:r>
      <w:r>
        <w:t>为全面贯彻党的教育方针，落实立德树人根本任务，促进学生德智体美劳全面发展，引导学生坚定理想信念、厚植爱国情怀、加强品德修养、增长知识见识、培养奋斗精神、增强综合素质，依据教育部相关法律、法规，以及《北京交通大学学生管理规定》《北京交通大学研究生学籍管理规定》，结合我校实际情况，特制定本办法。</w:t>
      </w:r>
    </w:p>
    <w:p w14:paraId="36570DDC">
      <w:pPr>
        <w:pStyle w:val="5"/>
        <w:tabs>
          <w:tab w:val="left" w:pos="1675"/>
        </w:tabs>
        <w:spacing w:line="320" w:lineRule="exact"/>
        <w:ind w:left="440" w:leftChars="200" w:right="539" w:rightChars="245" w:firstLine="420" w:firstLineChars="200"/>
      </w:pPr>
      <w:r>
        <w:rPr>
          <w:rFonts w:hint="eastAsia" w:ascii="黑体" w:eastAsia="黑体"/>
        </w:rPr>
        <w:t xml:space="preserve">第二条 </w:t>
      </w:r>
      <w:r>
        <w:t>本办法适用在基本修业年限内的全日制研究生，规定了研究生奖励的基本条件，各学院可根据学位点或专业学位类别特点制定具体实施方案。</w:t>
      </w:r>
    </w:p>
    <w:p w14:paraId="44BB8F68">
      <w:pPr>
        <w:pStyle w:val="5"/>
        <w:tabs>
          <w:tab w:val="left" w:pos="1675"/>
        </w:tabs>
        <w:spacing w:line="320" w:lineRule="exact"/>
        <w:ind w:left="440" w:leftChars="200" w:right="539" w:rightChars="245" w:firstLine="420" w:firstLineChars="200"/>
      </w:pPr>
      <w:r>
        <w:rPr>
          <w:rFonts w:hint="eastAsia" w:ascii="黑体" w:eastAsia="黑体"/>
        </w:rPr>
        <w:t>第三条</w:t>
      </w:r>
      <w:r>
        <w:rPr>
          <w:rFonts w:hint="eastAsia" w:ascii="黑体" w:eastAsia="黑体"/>
          <w:spacing w:val="40"/>
        </w:rPr>
        <w:t xml:space="preserve"> </w:t>
      </w:r>
      <w:r>
        <w:t>各项研究生奖励的评审应遵循公平、公正、公开的原则。</w:t>
      </w:r>
    </w:p>
    <w:p w14:paraId="6A796FF5">
      <w:pPr>
        <w:pStyle w:val="5"/>
        <w:spacing w:line="320" w:lineRule="exact"/>
        <w:ind w:left="440" w:leftChars="200" w:right="539" w:rightChars="245" w:firstLine="420" w:firstLineChars="200"/>
        <w:rPr>
          <w:rFonts w:ascii="黑体"/>
          <w:highlight w:val="green"/>
        </w:rPr>
      </w:pPr>
    </w:p>
    <w:p w14:paraId="4FC8E86A">
      <w:pPr>
        <w:pStyle w:val="3"/>
        <w:tabs>
          <w:tab w:val="left" w:pos="1319"/>
        </w:tabs>
        <w:spacing w:line="320" w:lineRule="exact"/>
        <w:ind w:left="440" w:leftChars="200" w:right="539" w:rightChars="245" w:firstLine="480" w:firstLineChars="200"/>
      </w:pPr>
      <w:r>
        <w:rPr>
          <w:rFonts w:hint="eastAsia"/>
        </w:rPr>
        <w:t>第二章  奖励种类</w:t>
      </w:r>
    </w:p>
    <w:p w14:paraId="6988FF40">
      <w:pPr>
        <w:pStyle w:val="5"/>
        <w:spacing w:line="320" w:lineRule="exact"/>
        <w:ind w:left="440" w:leftChars="200" w:right="539" w:rightChars="245" w:firstLine="420" w:firstLineChars="200"/>
        <w:rPr>
          <w:rFonts w:ascii="黑体"/>
          <w:highlight w:val="green"/>
        </w:rPr>
      </w:pPr>
    </w:p>
    <w:p w14:paraId="47B524CC">
      <w:pPr>
        <w:pStyle w:val="5"/>
        <w:tabs>
          <w:tab w:val="left" w:pos="1675"/>
        </w:tabs>
        <w:spacing w:line="320" w:lineRule="exact"/>
        <w:ind w:left="440" w:leftChars="200" w:right="539" w:rightChars="245" w:firstLine="420" w:firstLineChars="200"/>
      </w:pPr>
      <w:r>
        <w:rPr>
          <w:rFonts w:hint="eastAsia" w:ascii="黑体" w:eastAsia="黑体"/>
        </w:rPr>
        <w:t xml:space="preserve">第四条 </w:t>
      </w:r>
      <w:r>
        <w:t>设立以下研究生集体奖：</w:t>
      </w:r>
    </w:p>
    <w:p w14:paraId="0B518B31">
      <w:pPr>
        <w:pStyle w:val="5"/>
        <w:tabs>
          <w:tab w:val="left" w:pos="1675"/>
        </w:tabs>
        <w:spacing w:line="320" w:lineRule="exact"/>
        <w:ind w:left="440" w:leftChars="200" w:right="539" w:rightChars="245" w:firstLine="420" w:firstLineChars="200"/>
      </w:pPr>
      <w:r>
        <w:t>1</w:t>
      </w:r>
      <w:r>
        <w:rPr>
          <w:rFonts w:hint="eastAsia"/>
        </w:rPr>
        <w:t>.</w:t>
      </w:r>
      <w:r>
        <w:t>研究生先进班集体</w:t>
      </w:r>
    </w:p>
    <w:p w14:paraId="52558B8D">
      <w:pPr>
        <w:pStyle w:val="9"/>
        <w:tabs>
          <w:tab w:val="left" w:pos="1152"/>
        </w:tabs>
        <w:spacing w:line="320" w:lineRule="exact"/>
        <w:ind w:left="440" w:leftChars="200" w:right="539" w:rightChars="245" w:firstLineChars="200"/>
        <w:rPr>
          <w:sz w:val="21"/>
        </w:rPr>
      </w:pPr>
      <w:r>
        <w:rPr>
          <w:rFonts w:hint="eastAsia"/>
          <w:sz w:val="21"/>
        </w:rPr>
        <w:t>2.</w:t>
      </w:r>
      <w:r>
        <w:rPr>
          <w:sz w:val="21"/>
        </w:rPr>
        <w:t>研究生社会实践优秀团队</w:t>
      </w:r>
    </w:p>
    <w:p w14:paraId="36D77544">
      <w:pPr>
        <w:pStyle w:val="9"/>
        <w:tabs>
          <w:tab w:val="left" w:pos="1152"/>
        </w:tabs>
        <w:spacing w:line="320" w:lineRule="exact"/>
        <w:ind w:left="440" w:leftChars="200" w:right="539" w:rightChars="245" w:firstLineChars="200"/>
        <w:rPr>
          <w:sz w:val="21"/>
        </w:rPr>
      </w:pPr>
      <w:r>
        <w:rPr>
          <w:rFonts w:hint="eastAsia"/>
          <w:sz w:val="21"/>
        </w:rPr>
        <w:t>3.</w:t>
      </w:r>
      <w:r>
        <w:rPr>
          <w:sz w:val="21"/>
        </w:rPr>
        <w:t>研究生科技竞赛优秀团队</w:t>
      </w:r>
    </w:p>
    <w:p w14:paraId="02BA91C4">
      <w:pPr>
        <w:pStyle w:val="9"/>
        <w:tabs>
          <w:tab w:val="left" w:pos="1152"/>
        </w:tabs>
        <w:spacing w:line="320" w:lineRule="exact"/>
        <w:ind w:left="440" w:leftChars="200" w:right="539" w:rightChars="245" w:firstLineChars="200"/>
        <w:rPr>
          <w:sz w:val="21"/>
        </w:rPr>
      </w:pPr>
      <w:r>
        <w:rPr>
          <w:rFonts w:hint="eastAsia"/>
          <w:sz w:val="21"/>
        </w:rPr>
        <w:t>4.</w:t>
      </w:r>
      <w:r>
        <w:rPr>
          <w:sz w:val="21"/>
        </w:rPr>
        <w:t>先进党组织</w:t>
      </w:r>
    </w:p>
    <w:p w14:paraId="4A76BA6F">
      <w:pPr>
        <w:pStyle w:val="9"/>
        <w:tabs>
          <w:tab w:val="left" w:pos="1046"/>
        </w:tabs>
        <w:spacing w:line="320" w:lineRule="exact"/>
        <w:ind w:left="440" w:leftChars="200" w:right="539" w:rightChars="245" w:firstLineChars="200"/>
        <w:rPr>
          <w:sz w:val="21"/>
        </w:rPr>
      </w:pPr>
      <w:r>
        <w:rPr>
          <w:rFonts w:hint="eastAsia"/>
          <w:sz w:val="21"/>
        </w:rPr>
        <w:t>5.</w:t>
      </w:r>
      <w:r>
        <w:rPr>
          <w:sz w:val="21"/>
        </w:rPr>
        <w:t>优秀团支部</w:t>
      </w:r>
    </w:p>
    <w:p w14:paraId="47DB10F0">
      <w:pPr>
        <w:pStyle w:val="9"/>
        <w:tabs>
          <w:tab w:val="left" w:pos="1046"/>
        </w:tabs>
        <w:spacing w:line="320" w:lineRule="exact"/>
        <w:ind w:left="440" w:leftChars="200" w:right="539" w:rightChars="245" w:firstLineChars="200"/>
        <w:rPr>
          <w:sz w:val="21"/>
        </w:rPr>
      </w:pPr>
      <w:r>
        <w:rPr>
          <w:rFonts w:hint="eastAsia"/>
          <w:sz w:val="21"/>
        </w:rPr>
        <w:t>6.</w:t>
      </w:r>
      <w:r>
        <w:rPr>
          <w:sz w:val="21"/>
        </w:rPr>
        <w:t>研究生样板宿舍</w:t>
      </w:r>
    </w:p>
    <w:p w14:paraId="3A25A526">
      <w:pPr>
        <w:tabs>
          <w:tab w:val="left" w:pos="1675"/>
        </w:tabs>
        <w:spacing w:line="320" w:lineRule="exact"/>
        <w:ind w:left="440" w:leftChars="200" w:right="539" w:rightChars="245" w:firstLine="420" w:firstLineChars="200"/>
        <w:rPr>
          <w:sz w:val="21"/>
        </w:rPr>
      </w:pPr>
      <w:r>
        <w:rPr>
          <w:rFonts w:hint="eastAsia" w:ascii="黑体" w:eastAsia="黑体"/>
          <w:sz w:val="21"/>
        </w:rPr>
        <w:t xml:space="preserve">第五条 </w:t>
      </w:r>
      <w:r>
        <w:rPr>
          <w:sz w:val="21"/>
        </w:rPr>
        <w:t>设立以下研究生个人奖：</w:t>
      </w:r>
    </w:p>
    <w:p w14:paraId="513D741A">
      <w:pPr>
        <w:tabs>
          <w:tab w:val="left" w:pos="1675"/>
        </w:tabs>
        <w:spacing w:line="320" w:lineRule="exact"/>
        <w:ind w:left="440" w:leftChars="200" w:right="539" w:rightChars="245" w:firstLine="422" w:firstLineChars="200"/>
        <w:rPr>
          <w:b/>
          <w:sz w:val="21"/>
        </w:rPr>
      </w:pPr>
      <w:r>
        <w:rPr>
          <w:b/>
          <w:sz w:val="21"/>
        </w:rPr>
        <w:t>1.荣誉称号</w:t>
      </w:r>
    </w:p>
    <w:p w14:paraId="3D9BE65B">
      <w:pPr>
        <w:pStyle w:val="9"/>
        <w:tabs>
          <w:tab w:val="left" w:pos="1363"/>
        </w:tabs>
        <w:spacing w:line="320" w:lineRule="exact"/>
        <w:ind w:left="440" w:leftChars="200" w:right="539" w:rightChars="245" w:firstLineChars="200"/>
        <w:rPr>
          <w:b/>
          <w:sz w:val="21"/>
        </w:rPr>
      </w:pPr>
      <w:r>
        <w:rPr>
          <w:rFonts w:hint="eastAsia"/>
          <w:sz w:val="21"/>
        </w:rPr>
        <w:t>（1）</w:t>
      </w:r>
      <w:r>
        <w:rPr>
          <w:sz w:val="21"/>
        </w:rPr>
        <w:t>三好研究生</w:t>
      </w:r>
    </w:p>
    <w:p w14:paraId="20E113E4">
      <w:pPr>
        <w:pStyle w:val="9"/>
        <w:tabs>
          <w:tab w:val="left" w:pos="1363"/>
        </w:tabs>
        <w:spacing w:line="320" w:lineRule="exact"/>
        <w:ind w:left="440" w:leftChars="200" w:right="539" w:rightChars="245" w:firstLineChars="200"/>
        <w:rPr>
          <w:sz w:val="21"/>
        </w:rPr>
      </w:pPr>
      <w:r>
        <w:rPr>
          <w:rFonts w:hint="eastAsia"/>
          <w:sz w:val="21"/>
        </w:rPr>
        <w:t>（2）</w:t>
      </w:r>
      <w:r>
        <w:rPr>
          <w:sz w:val="21"/>
        </w:rPr>
        <w:t>优秀研究生干部</w:t>
      </w:r>
    </w:p>
    <w:p w14:paraId="75C4DBB4">
      <w:pPr>
        <w:pStyle w:val="9"/>
        <w:tabs>
          <w:tab w:val="left" w:pos="1363"/>
        </w:tabs>
        <w:spacing w:line="320" w:lineRule="exact"/>
        <w:ind w:left="440" w:leftChars="200" w:right="539" w:rightChars="245" w:firstLineChars="200"/>
        <w:rPr>
          <w:sz w:val="21"/>
        </w:rPr>
      </w:pPr>
      <w:r>
        <w:rPr>
          <w:rFonts w:hint="eastAsia"/>
          <w:sz w:val="21"/>
        </w:rPr>
        <w:t>（3）</w:t>
      </w:r>
      <w:r>
        <w:rPr>
          <w:sz w:val="21"/>
        </w:rPr>
        <w:t>研究生社会服务优秀个人</w:t>
      </w:r>
    </w:p>
    <w:p w14:paraId="1C2D8C58">
      <w:pPr>
        <w:pStyle w:val="9"/>
        <w:tabs>
          <w:tab w:val="left" w:pos="1363"/>
        </w:tabs>
        <w:spacing w:line="320" w:lineRule="exact"/>
        <w:ind w:left="440" w:leftChars="200" w:right="539" w:rightChars="245" w:firstLineChars="200"/>
        <w:rPr>
          <w:sz w:val="21"/>
        </w:rPr>
      </w:pPr>
      <w:r>
        <w:rPr>
          <w:rFonts w:hint="eastAsia"/>
          <w:sz w:val="21"/>
        </w:rPr>
        <w:t>（4）</w:t>
      </w:r>
      <w:r>
        <w:rPr>
          <w:sz w:val="21"/>
        </w:rPr>
        <w:t>优秀毕业生</w:t>
      </w:r>
    </w:p>
    <w:p w14:paraId="1A6DBA80">
      <w:pPr>
        <w:pStyle w:val="9"/>
        <w:tabs>
          <w:tab w:val="left" w:pos="1363"/>
        </w:tabs>
        <w:spacing w:line="320" w:lineRule="exact"/>
        <w:ind w:left="440" w:leftChars="200" w:right="539" w:rightChars="245" w:firstLineChars="200"/>
        <w:rPr>
          <w:sz w:val="21"/>
        </w:rPr>
      </w:pPr>
      <w:r>
        <w:rPr>
          <w:rFonts w:hint="eastAsia"/>
          <w:sz w:val="21"/>
        </w:rPr>
        <w:t>（5）</w:t>
      </w:r>
      <w:r>
        <w:rPr>
          <w:sz w:val="21"/>
        </w:rPr>
        <w:t>优秀毕业生干部</w:t>
      </w:r>
    </w:p>
    <w:p w14:paraId="7E98929E">
      <w:pPr>
        <w:pStyle w:val="9"/>
        <w:tabs>
          <w:tab w:val="left" w:pos="1363"/>
        </w:tabs>
        <w:spacing w:line="320" w:lineRule="exact"/>
        <w:ind w:left="440" w:leftChars="200" w:right="539" w:rightChars="245" w:firstLineChars="200"/>
        <w:rPr>
          <w:sz w:val="21"/>
        </w:rPr>
      </w:pPr>
      <w:r>
        <w:rPr>
          <w:rFonts w:hint="eastAsia"/>
          <w:sz w:val="21"/>
        </w:rPr>
        <w:t>（6）</w:t>
      </w:r>
      <w:r>
        <w:rPr>
          <w:sz w:val="21"/>
        </w:rPr>
        <w:t>优秀共产党员</w:t>
      </w:r>
    </w:p>
    <w:p w14:paraId="3E3DBA99">
      <w:pPr>
        <w:pStyle w:val="9"/>
        <w:tabs>
          <w:tab w:val="left" w:pos="1363"/>
        </w:tabs>
        <w:spacing w:line="320" w:lineRule="exact"/>
        <w:ind w:left="440" w:leftChars="200" w:right="539" w:rightChars="245" w:firstLineChars="200"/>
        <w:rPr>
          <w:sz w:val="21"/>
        </w:rPr>
      </w:pPr>
      <w:r>
        <w:rPr>
          <w:rFonts w:hint="eastAsia"/>
          <w:sz w:val="21"/>
        </w:rPr>
        <w:t>（7）</w:t>
      </w:r>
      <w:r>
        <w:rPr>
          <w:sz w:val="21"/>
        </w:rPr>
        <w:t>优秀党务工作者</w:t>
      </w:r>
    </w:p>
    <w:p w14:paraId="612C5B84">
      <w:pPr>
        <w:pStyle w:val="9"/>
        <w:tabs>
          <w:tab w:val="left" w:pos="1363"/>
        </w:tabs>
        <w:spacing w:line="320" w:lineRule="exact"/>
        <w:ind w:left="440" w:leftChars="200" w:right="539" w:rightChars="245" w:firstLineChars="200"/>
        <w:rPr>
          <w:sz w:val="21"/>
        </w:rPr>
      </w:pPr>
      <w:r>
        <w:rPr>
          <w:rFonts w:hint="eastAsia"/>
          <w:sz w:val="21"/>
        </w:rPr>
        <w:t>（8）</w:t>
      </w:r>
      <w:r>
        <w:rPr>
          <w:sz w:val="21"/>
        </w:rPr>
        <w:t>优秀团员</w:t>
      </w:r>
    </w:p>
    <w:p w14:paraId="7DBFD248">
      <w:pPr>
        <w:pStyle w:val="9"/>
        <w:tabs>
          <w:tab w:val="left" w:pos="1363"/>
        </w:tabs>
        <w:spacing w:line="320" w:lineRule="exact"/>
        <w:ind w:left="440" w:leftChars="200" w:right="539" w:rightChars="245" w:firstLineChars="200"/>
        <w:rPr>
          <w:sz w:val="21"/>
        </w:rPr>
      </w:pPr>
      <w:r>
        <w:rPr>
          <w:rFonts w:hint="eastAsia"/>
          <w:sz w:val="21"/>
        </w:rPr>
        <w:t>（9）</w:t>
      </w:r>
      <w:r>
        <w:rPr>
          <w:sz w:val="21"/>
        </w:rPr>
        <w:t>优秀团干部</w:t>
      </w:r>
    </w:p>
    <w:p w14:paraId="42F3139C">
      <w:pPr>
        <w:pStyle w:val="9"/>
        <w:tabs>
          <w:tab w:val="left" w:pos="1363"/>
        </w:tabs>
        <w:spacing w:line="320" w:lineRule="exact"/>
        <w:ind w:left="440" w:leftChars="200" w:right="539" w:rightChars="245" w:firstLineChars="200"/>
        <w:rPr>
          <w:sz w:val="21"/>
        </w:rPr>
      </w:pPr>
      <w:r>
        <w:rPr>
          <w:rFonts w:hint="eastAsia"/>
          <w:sz w:val="21"/>
        </w:rPr>
        <w:t>（10）</w:t>
      </w:r>
      <w:r>
        <w:rPr>
          <w:sz w:val="21"/>
        </w:rPr>
        <w:t>优秀研究生兼职辅导员</w:t>
      </w:r>
    </w:p>
    <w:p w14:paraId="02442077">
      <w:pPr>
        <w:pStyle w:val="9"/>
        <w:tabs>
          <w:tab w:val="left" w:pos="1363"/>
        </w:tabs>
        <w:spacing w:line="320" w:lineRule="exact"/>
        <w:ind w:left="440" w:leftChars="200" w:right="539" w:rightChars="245" w:firstLineChars="200"/>
        <w:rPr>
          <w:sz w:val="21"/>
        </w:rPr>
      </w:pPr>
      <w:r>
        <w:rPr>
          <w:rFonts w:hint="eastAsia"/>
          <w:sz w:val="21"/>
        </w:rPr>
        <w:t>（11）</w:t>
      </w:r>
      <w:r>
        <w:rPr>
          <w:sz w:val="21"/>
        </w:rPr>
        <w:t>优秀研究生助教</w:t>
      </w:r>
    </w:p>
    <w:p w14:paraId="0A9E3213">
      <w:pPr>
        <w:pStyle w:val="9"/>
        <w:tabs>
          <w:tab w:val="left" w:pos="1363"/>
        </w:tabs>
        <w:spacing w:line="320" w:lineRule="exact"/>
        <w:ind w:left="440" w:leftChars="200" w:right="539" w:rightChars="245" w:firstLineChars="200"/>
        <w:rPr>
          <w:sz w:val="21"/>
        </w:rPr>
      </w:pPr>
      <w:r>
        <w:rPr>
          <w:rFonts w:hint="eastAsia"/>
          <w:sz w:val="21"/>
        </w:rPr>
        <w:t>（12）</w:t>
      </w:r>
      <w:r>
        <w:rPr>
          <w:sz w:val="21"/>
        </w:rPr>
        <w:t>优秀研究生助管</w:t>
      </w:r>
    </w:p>
    <w:p w14:paraId="71F3C942">
      <w:pPr>
        <w:pStyle w:val="9"/>
        <w:tabs>
          <w:tab w:val="left" w:pos="1363"/>
        </w:tabs>
        <w:spacing w:line="320" w:lineRule="exact"/>
        <w:ind w:left="440" w:leftChars="200" w:right="539" w:rightChars="245" w:firstLine="422" w:firstLineChars="200"/>
        <w:rPr>
          <w:b/>
          <w:sz w:val="21"/>
        </w:rPr>
      </w:pPr>
      <w:r>
        <w:rPr>
          <w:b/>
          <w:sz w:val="21"/>
        </w:rPr>
        <w:t>2.国家奖学金</w:t>
      </w:r>
    </w:p>
    <w:p w14:paraId="307CEF51">
      <w:pPr>
        <w:pStyle w:val="9"/>
        <w:tabs>
          <w:tab w:val="left" w:pos="1363"/>
        </w:tabs>
        <w:spacing w:line="320" w:lineRule="exact"/>
        <w:ind w:left="440" w:leftChars="200" w:right="539" w:rightChars="245" w:firstLineChars="200"/>
        <w:rPr>
          <w:sz w:val="21"/>
        </w:rPr>
      </w:pPr>
      <w:r>
        <w:rPr>
          <w:rFonts w:hint="eastAsia"/>
          <w:sz w:val="21"/>
        </w:rPr>
        <w:t>（1）</w:t>
      </w:r>
      <w:r>
        <w:rPr>
          <w:sz w:val="21"/>
        </w:rPr>
        <w:t>博士生国家奖学金</w:t>
      </w:r>
    </w:p>
    <w:p w14:paraId="43F5B4D7">
      <w:pPr>
        <w:pStyle w:val="9"/>
        <w:tabs>
          <w:tab w:val="left" w:pos="1363"/>
        </w:tabs>
        <w:spacing w:line="320" w:lineRule="exact"/>
        <w:ind w:left="440" w:leftChars="200" w:right="539" w:rightChars="245" w:firstLineChars="200"/>
        <w:rPr>
          <w:sz w:val="21"/>
        </w:rPr>
      </w:pPr>
      <w:r>
        <w:rPr>
          <w:rFonts w:hint="eastAsia"/>
          <w:sz w:val="21"/>
        </w:rPr>
        <w:t>（2）</w:t>
      </w:r>
      <w:r>
        <w:rPr>
          <w:sz w:val="21"/>
        </w:rPr>
        <w:t>硕士生国家奖学</w:t>
      </w:r>
      <w:r>
        <w:rPr>
          <w:rFonts w:hint="eastAsia"/>
          <w:sz w:val="21"/>
        </w:rPr>
        <w:t>金</w:t>
      </w:r>
    </w:p>
    <w:p w14:paraId="442781B5">
      <w:pPr>
        <w:pStyle w:val="9"/>
        <w:tabs>
          <w:tab w:val="left" w:pos="1363"/>
        </w:tabs>
        <w:spacing w:line="320" w:lineRule="exact"/>
        <w:ind w:left="440" w:leftChars="200" w:right="539" w:rightChars="245" w:firstLine="422" w:firstLineChars="200"/>
        <w:rPr>
          <w:b/>
          <w:sz w:val="21"/>
        </w:rPr>
      </w:pPr>
      <w:r>
        <w:rPr>
          <w:b/>
          <w:sz w:val="21"/>
        </w:rPr>
        <w:t>3.北京交通大学研究生学业奖学金</w:t>
      </w:r>
    </w:p>
    <w:p w14:paraId="3AA7E248">
      <w:pPr>
        <w:pStyle w:val="9"/>
        <w:tabs>
          <w:tab w:val="left" w:pos="1363"/>
        </w:tabs>
        <w:spacing w:line="320" w:lineRule="exact"/>
        <w:ind w:left="440" w:leftChars="200" w:right="539" w:rightChars="245" w:firstLineChars="200"/>
        <w:rPr>
          <w:sz w:val="21"/>
        </w:rPr>
      </w:pPr>
      <w:r>
        <w:rPr>
          <w:rFonts w:hint="eastAsia"/>
          <w:sz w:val="21"/>
        </w:rPr>
        <w:t>（1）</w:t>
      </w:r>
      <w:r>
        <w:rPr>
          <w:sz w:val="21"/>
        </w:rPr>
        <w:t>博士生学业奖学金</w:t>
      </w:r>
    </w:p>
    <w:p w14:paraId="55A0C2B7">
      <w:pPr>
        <w:pStyle w:val="9"/>
        <w:tabs>
          <w:tab w:val="left" w:pos="1363"/>
        </w:tabs>
        <w:spacing w:line="320" w:lineRule="exact"/>
        <w:ind w:left="440" w:leftChars="200" w:right="539" w:rightChars="245" w:firstLineChars="200"/>
        <w:rPr>
          <w:sz w:val="21"/>
        </w:rPr>
      </w:pPr>
      <w:r>
        <w:rPr>
          <w:rFonts w:hint="eastAsia"/>
          <w:sz w:val="21"/>
        </w:rPr>
        <w:t>（2）</w:t>
      </w:r>
      <w:r>
        <w:rPr>
          <w:sz w:val="21"/>
        </w:rPr>
        <w:t>硕士生学业奖学金</w:t>
      </w:r>
    </w:p>
    <w:p w14:paraId="135AC92A">
      <w:pPr>
        <w:pStyle w:val="9"/>
        <w:tabs>
          <w:tab w:val="left" w:pos="1363"/>
        </w:tabs>
        <w:spacing w:line="320" w:lineRule="exact"/>
        <w:ind w:left="440" w:leftChars="200" w:right="539" w:rightChars="245" w:firstLine="422" w:firstLineChars="200"/>
        <w:rPr>
          <w:b/>
          <w:sz w:val="21"/>
        </w:rPr>
      </w:pPr>
      <w:r>
        <w:rPr>
          <w:b/>
          <w:sz w:val="21"/>
        </w:rPr>
        <w:t>4.单项奖学金</w:t>
      </w:r>
    </w:p>
    <w:p w14:paraId="1CE40C34">
      <w:pPr>
        <w:pStyle w:val="9"/>
        <w:tabs>
          <w:tab w:val="left" w:pos="1363"/>
        </w:tabs>
        <w:spacing w:line="320" w:lineRule="exact"/>
        <w:ind w:left="440" w:leftChars="200" w:right="539" w:rightChars="245" w:firstLineChars="200"/>
        <w:rPr>
          <w:sz w:val="21"/>
        </w:rPr>
      </w:pPr>
      <w:r>
        <w:rPr>
          <w:rFonts w:hint="eastAsia"/>
          <w:sz w:val="21"/>
        </w:rPr>
        <w:t>（1）</w:t>
      </w:r>
      <w:r>
        <w:rPr>
          <w:sz w:val="21"/>
        </w:rPr>
        <w:t>研究生社会工作优秀奖学金</w:t>
      </w:r>
    </w:p>
    <w:p w14:paraId="73B4E65A">
      <w:pPr>
        <w:pStyle w:val="9"/>
        <w:tabs>
          <w:tab w:val="left" w:pos="1363"/>
        </w:tabs>
        <w:spacing w:line="320" w:lineRule="exact"/>
        <w:ind w:left="440" w:leftChars="200" w:right="539" w:rightChars="245" w:firstLineChars="200"/>
        <w:rPr>
          <w:sz w:val="21"/>
        </w:rPr>
      </w:pPr>
      <w:r>
        <w:rPr>
          <w:rFonts w:hint="eastAsia"/>
          <w:sz w:val="21"/>
        </w:rPr>
        <w:t>（2）</w:t>
      </w:r>
      <w:r>
        <w:rPr>
          <w:sz w:val="21"/>
        </w:rPr>
        <w:t>研究生社会服务优秀奖学金</w:t>
      </w:r>
    </w:p>
    <w:p w14:paraId="7DF60520">
      <w:pPr>
        <w:pStyle w:val="9"/>
        <w:tabs>
          <w:tab w:val="left" w:pos="1363"/>
        </w:tabs>
        <w:spacing w:line="320" w:lineRule="exact"/>
        <w:ind w:left="440" w:leftChars="200" w:right="539" w:rightChars="245" w:firstLineChars="200"/>
        <w:rPr>
          <w:sz w:val="21"/>
        </w:rPr>
      </w:pPr>
      <w:r>
        <w:rPr>
          <w:rFonts w:hint="eastAsia"/>
          <w:sz w:val="21"/>
        </w:rPr>
        <w:t>（3）</w:t>
      </w:r>
      <w:r>
        <w:rPr>
          <w:sz w:val="21"/>
        </w:rPr>
        <w:t>研究生自强之星奖学金</w:t>
      </w:r>
    </w:p>
    <w:p w14:paraId="622F9555">
      <w:pPr>
        <w:pStyle w:val="9"/>
        <w:tabs>
          <w:tab w:val="left" w:pos="1363"/>
        </w:tabs>
        <w:spacing w:line="320" w:lineRule="exact"/>
        <w:ind w:left="440" w:leftChars="200" w:right="539" w:rightChars="245" w:firstLineChars="200"/>
        <w:rPr>
          <w:sz w:val="21"/>
        </w:rPr>
      </w:pPr>
      <w:r>
        <w:rPr>
          <w:rFonts w:hint="eastAsia"/>
          <w:sz w:val="21"/>
        </w:rPr>
        <w:t>（4）</w:t>
      </w:r>
      <w:r>
        <w:rPr>
          <w:sz w:val="21"/>
        </w:rPr>
        <w:t>研究生道德之星奖学金</w:t>
      </w:r>
    </w:p>
    <w:p w14:paraId="5680CFB2">
      <w:pPr>
        <w:pStyle w:val="9"/>
        <w:tabs>
          <w:tab w:val="left" w:pos="1363"/>
        </w:tabs>
        <w:spacing w:line="320" w:lineRule="exact"/>
        <w:ind w:left="440" w:leftChars="200" w:right="539" w:rightChars="245" w:firstLineChars="200"/>
        <w:rPr>
          <w:sz w:val="21"/>
        </w:rPr>
      </w:pPr>
      <w:r>
        <w:rPr>
          <w:rFonts w:hint="eastAsia"/>
          <w:sz w:val="21"/>
        </w:rPr>
        <w:t>（5）</w:t>
      </w:r>
      <w:r>
        <w:rPr>
          <w:sz w:val="21"/>
        </w:rPr>
        <w:t>研究生文体优秀奖学金</w:t>
      </w:r>
    </w:p>
    <w:p w14:paraId="26ACB622">
      <w:pPr>
        <w:pStyle w:val="9"/>
        <w:tabs>
          <w:tab w:val="left" w:pos="1363"/>
        </w:tabs>
        <w:spacing w:line="320" w:lineRule="exact"/>
        <w:ind w:left="440" w:leftChars="200" w:right="539" w:rightChars="245" w:firstLine="422" w:firstLineChars="200"/>
        <w:rPr>
          <w:b/>
          <w:sz w:val="21"/>
        </w:rPr>
      </w:pPr>
      <w:r>
        <w:rPr>
          <w:b/>
          <w:sz w:val="21"/>
        </w:rPr>
        <w:t>5.专项奖学金</w:t>
      </w:r>
    </w:p>
    <w:p w14:paraId="4AD4015B">
      <w:pPr>
        <w:pStyle w:val="9"/>
        <w:tabs>
          <w:tab w:val="left" w:pos="1363"/>
        </w:tabs>
        <w:spacing w:line="320" w:lineRule="exact"/>
        <w:ind w:left="440" w:leftChars="200" w:right="539" w:rightChars="245" w:firstLineChars="200"/>
        <w:rPr>
          <w:sz w:val="21"/>
        </w:rPr>
      </w:pPr>
      <w:r>
        <w:rPr>
          <w:rFonts w:hint="eastAsia"/>
          <w:sz w:val="21"/>
        </w:rPr>
        <w:t>（1）</w:t>
      </w:r>
      <w:r>
        <w:rPr>
          <w:sz w:val="21"/>
        </w:rPr>
        <w:t>北京交通大学知行奖学金（研究生）</w:t>
      </w:r>
    </w:p>
    <w:p w14:paraId="4244D314">
      <w:pPr>
        <w:pStyle w:val="9"/>
        <w:tabs>
          <w:tab w:val="left" w:pos="1363"/>
        </w:tabs>
        <w:spacing w:line="320" w:lineRule="exact"/>
        <w:ind w:left="440" w:leftChars="200" w:right="539" w:rightChars="245" w:firstLineChars="200"/>
        <w:rPr>
          <w:sz w:val="21"/>
        </w:rPr>
      </w:pPr>
      <w:r>
        <w:rPr>
          <w:rFonts w:hint="eastAsia"/>
          <w:sz w:val="21"/>
        </w:rPr>
        <w:t>（2）</w:t>
      </w:r>
      <w:r>
        <w:rPr>
          <w:sz w:val="21"/>
        </w:rPr>
        <w:t>马克思主义理论专业研究生新生奖学金、学术奖学金</w:t>
      </w:r>
    </w:p>
    <w:p w14:paraId="656289FE">
      <w:pPr>
        <w:pStyle w:val="9"/>
        <w:tabs>
          <w:tab w:val="left" w:pos="1363"/>
        </w:tabs>
        <w:spacing w:line="320" w:lineRule="exact"/>
        <w:ind w:left="440" w:leftChars="200" w:right="539" w:rightChars="245" w:firstLineChars="200"/>
        <w:rPr>
          <w:sz w:val="21"/>
        </w:rPr>
      </w:pPr>
      <w:r>
        <w:rPr>
          <w:rFonts w:hint="eastAsia"/>
          <w:sz w:val="21"/>
        </w:rPr>
        <w:t>（3）</w:t>
      </w:r>
      <w:r>
        <w:rPr>
          <w:sz w:val="21"/>
        </w:rPr>
        <w:t>北京交通大学奋飞奖</w:t>
      </w:r>
    </w:p>
    <w:p w14:paraId="1054CC6A">
      <w:pPr>
        <w:pStyle w:val="9"/>
        <w:tabs>
          <w:tab w:val="left" w:pos="1363"/>
        </w:tabs>
        <w:spacing w:line="320" w:lineRule="exact"/>
        <w:ind w:left="440" w:leftChars="200" w:right="539" w:rightChars="245" w:firstLineChars="200"/>
        <w:rPr>
          <w:sz w:val="21"/>
        </w:rPr>
      </w:pPr>
      <w:r>
        <w:rPr>
          <w:rFonts w:hint="eastAsia"/>
          <w:sz w:val="21"/>
        </w:rPr>
        <w:t>（4）</w:t>
      </w:r>
      <w:r>
        <w:rPr>
          <w:sz w:val="21"/>
        </w:rPr>
        <w:t>企事业单位捐助的奖学金</w:t>
      </w:r>
    </w:p>
    <w:p w14:paraId="2032AAA5">
      <w:pPr>
        <w:pStyle w:val="9"/>
        <w:tabs>
          <w:tab w:val="left" w:pos="1363"/>
        </w:tabs>
        <w:spacing w:line="320" w:lineRule="exact"/>
        <w:ind w:left="440" w:leftChars="200" w:right="539" w:rightChars="245" w:firstLineChars="200"/>
        <w:rPr>
          <w:sz w:val="21"/>
        </w:rPr>
      </w:pPr>
      <w:r>
        <w:rPr>
          <w:rFonts w:hint="eastAsia"/>
          <w:sz w:val="21"/>
        </w:rPr>
        <w:t>（5）</w:t>
      </w:r>
      <w:r>
        <w:rPr>
          <w:sz w:val="21"/>
        </w:rPr>
        <w:t>个人捐助的奖学金</w:t>
      </w:r>
    </w:p>
    <w:p w14:paraId="52C92EE4">
      <w:pPr>
        <w:pStyle w:val="5"/>
        <w:spacing w:line="320" w:lineRule="exact"/>
        <w:ind w:left="440" w:leftChars="200" w:right="539" w:rightChars="245" w:firstLine="420" w:firstLineChars="200"/>
        <w:rPr>
          <w:rFonts w:ascii="黑体"/>
          <w:highlight w:val="green"/>
        </w:rPr>
      </w:pPr>
    </w:p>
    <w:p w14:paraId="0B18CE74">
      <w:pPr>
        <w:pStyle w:val="3"/>
        <w:tabs>
          <w:tab w:val="left" w:pos="1319"/>
        </w:tabs>
        <w:spacing w:line="320" w:lineRule="exact"/>
        <w:ind w:left="440" w:leftChars="200" w:right="539" w:rightChars="245" w:firstLine="480" w:firstLineChars="200"/>
      </w:pPr>
      <w:r>
        <w:rPr>
          <w:rFonts w:hint="eastAsia"/>
        </w:rPr>
        <w:t>第三章  研究生集体奖评选基本条件</w:t>
      </w:r>
    </w:p>
    <w:p w14:paraId="51B4E1A6">
      <w:pPr>
        <w:pStyle w:val="5"/>
        <w:spacing w:line="320" w:lineRule="exact"/>
        <w:ind w:left="440" w:leftChars="200" w:right="539" w:rightChars="245" w:firstLine="420" w:firstLineChars="200"/>
        <w:rPr>
          <w:rFonts w:ascii="黑体"/>
          <w:highlight w:val="green"/>
        </w:rPr>
      </w:pPr>
    </w:p>
    <w:p w14:paraId="23418F46">
      <w:pPr>
        <w:pStyle w:val="5"/>
        <w:tabs>
          <w:tab w:val="left" w:pos="1675"/>
        </w:tabs>
        <w:spacing w:line="320" w:lineRule="exact"/>
        <w:ind w:left="440" w:leftChars="200" w:right="539" w:rightChars="245" w:firstLine="420" w:firstLineChars="200"/>
      </w:pPr>
      <w:r>
        <w:rPr>
          <w:rFonts w:hint="eastAsia" w:ascii="黑体" w:eastAsia="黑体"/>
        </w:rPr>
        <w:t xml:space="preserve">第六条 </w:t>
      </w:r>
      <w:r>
        <w:t>研究生先进班集体须满足以下基本条件：</w:t>
      </w:r>
    </w:p>
    <w:p w14:paraId="25222E79">
      <w:pPr>
        <w:pStyle w:val="9"/>
        <w:tabs>
          <w:tab w:val="left" w:pos="1152"/>
        </w:tabs>
        <w:spacing w:line="320" w:lineRule="exact"/>
        <w:ind w:left="440" w:leftChars="200" w:right="539" w:rightChars="245" w:firstLineChars="200"/>
        <w:rPr>
          <w:sz w:val="21"/>
        </w:rPr>
      </w:pPr>
      <w:r>
        <w:rPr>
          <w:rFonts w:hint="eastAsia"/>
          <w:sz w:val="21"/>
        </w:rPr>
        <w:t>1.</w:t>
      </w:r>
      <w:r>
        <w:rPr>
          <w:sz w:val="21"/>
        </w:rPr>
        <w:t>充分发挥党支部的战斗堡垒作用、党员先锋模范作用和班委会的核心作用，认真贯彻落实学校布置的各项工作，积极开展形式多样的活动。</w:t>
      </w:r>
    </w:p>
    <w:p w14:paraId="2B5D9AB8">
      <w:pPr>
        <w:pStyle w:val="9"/>
        <w:tabs>
          <w:tab w:val="left" w:pos="1152"/>
        </w:tabs>
        <w:spacing w:line="320" w:lineRule="exact"/>
        <w:ind w:left="440" w:leftChars="200" w:right="539" w:rightChars="245" w:firstLineChars="200"/>
        <w:rPr>
          <w:sz w:val="21"/>
        </w:rPr>
      </w:pPr>
      <w:r>
        <w:rPr>
          <w:rFonts w:hint="eastAsia"/>
          <w:sz w:val="21"/>
        </w:rPr>
        <w:t>2.</w:t>
      </w:r>
      <w:r>
        <w:rPr>
          <w:sz w:val="21"/>
        </w:rPr>
        <w:t>班风良好，团结互助、文明礼貌、积极进取、弘扬正气、讲究诚信。</w:t>
      </w:r>
    </w:p>
    <w:p w14:paraId="4105589D">
      <w:pPr>
        <w:pStyle w:val="9"/>
        <w:tabs>
          <w:tab w:val="left" w:pos="1152"/>
        </w:tabs>
        <w:spacing w:line="320" w:lineRule="exact"/>
        <w:ind w:left="440" w:leftChars="200" w:right="539" w:rightChars="245" w:firstLineChars="200"/>
        <w:rPr>
          <w:sz w:val="21"/>
        </w:rPr>
      </w:pPr>
      <w:r>
        <w:rPr>
          <w:rFonts w:hint="eastAsia"/>
          <w:sz w:val="21"/>
        </w:rPr>
        <w:t>3.</w:t>
      </w:r>
      <w:r>
        <w:rPr>
          <w:sz w:val="21"/>
        </w:rPr>
        <w:t>班级学习气氛浓厚，班级成员按规定修满学分，按时进行开题报告和论文工作，全班学习成绩和科研工作居所在学院前列</w:t>
      </w:r>
      <w:r>
        <w:rPr>
          <w:rFonts w:hint="eastAsia"/>
          <w:sz w:val="21"/>
        </w:rPr>
        <w:t>。</w:t>
      </w:r>
    </w:p>
    <w:p w14:paraId="05255BBA">
      <w:pPr>
        <w:pStyle w:val="9"/>
        <w:tabs>
          <w:tab w:val="left" w:pos="1152"/>
        </w:tabs>
        <w:spacing w:line="320" w:lineRule="exact"/>
        <w:ind w:left="440" w:leftChars="200" w:right="539" w:rightChars="245" w:firstLineChars="200"/>
        <w:rPr>
          <w:sz w:val="21"/>
        </w:rPr>
      </w:pPr>
      <w:r>
        <w:rPr>
          <w:rFonts w:hint="eastAsia"/>
          <w:sz w:val="21"/>
        </w:rPr>
        <w:t>4.</w:t>
      </w:r>
      <w:r>
        <w:rPr>
          <w:sz w:val="21"/>
        </w:rPr>
        <w:t>积极开展研究生科技创新、学术交流和社会实践活动。</w:t>
      </w:r>
    </w:p>
    <w:p w14:paraId="053C9623">
      <w:pPr>
        <w:pStyle w:val="9"/>
        <w:tabs>
          <w:tab w:val="left" w:pos="1152"/>
        </w:tabs>
        <w:spacing w:line="320" w:lineRule="exact"/>
        <w:ind w:left="440" w:leftChars="200" w:right="539" w:rightChars="245" w:firstLineChars="200"/>
        <w:rPr>
          <w:sz w:val="21"/>
        </w:rPr>
      </w:pPr>
      <w:r>
        <w:rPr>
          <w:rFonts w:hint="eastAsia"/>
          <w:sz w:val="21"/>
        </w:rPr>
        <w:t>5.</w:t>
      </w:r>
      <w:r>
        <w:rPr>
          <w:sz w:val="21"/>
        </w:rPr>
        <w:t>班级成员自觉遵守学校的各种规章制度，年度内没有违纪和处分记录。</w:t>
      </w:r>
    </w:p>
    <w:p w14:paraId="00586C99">
      <w:pPr>
        <w:pStyle w:val="5"/>
        <w:tabs>
          <w:tab w:val="left" w:pos="1675"/>
        </w:tabs>
        <w:spacing w:line="320" w:lineRule="exact"/>
        <w:ind w:left="440" w:leftChars="200" w:right="539" w:rightChars="245" w:firstLine="420" w:firstLineChars="200"/>
      </w:pPr>
      <w:r>
        <w:rPr>
          <w:rFonts w:hint="eastAsia" w:ascii="黑体" w:eastAsia="黑体"/>
        </w:rPr>
        <w:t xml:space="preserve">第七条 </w:t>
      </w:r>
      <w:r>
        <w:t>研究生社会实践优秀团队须满足以下基本条件：</w:t>
      </w:r>
    </w:p>
    <w:p w14:paraId="5B4ADFAE">
      <w:pPr>
        <w:pStyle w:val="5"/>
        <w:tabs>
          <w:tab w:val="left" w:pos="1675"/>
        </w:tabs>
        <w:spacing w:line="320" w:lineRule="exact"/>
        <w:ind w:left="440" w:leftChars="200" w:right="539" w:rightChars="245" w:firstLine="420" w:firstLineChars="200"/>
      </w:pPr>
      <w:r>
        <w:rPr>
          <w:rFonts w:hint="eastAsia"/>
        </w:rPr>
        <w:t>1.</w:t>
      </w:r>
      <w:r>
        <w:t>社会实践团队须为校级研究生社会实践团队。</w:t>
      </w:r>
    </w:p>
    <w:p w14:paraId="6273F598">
      <w:pPr>
        <w:pStyle w:val="5"/>
        <w:tabs>
          <w:tab w:val="left" w:pos="1675"/>
        </w:tabs>
        <w:spacing w:line="320" w:lineRule="exact"/>
        <w:ind w:left="440" w:leftChars="200" w:right="539" w:rightChars="245" w:firstLine="420" w:firstLineChars="200"/>
      </w:pPr>
      <w:r>
        <w:rPr>
          <w:rFonts w:hint="eastAsia"/>
        </w:rPr>
        <w:t>2.</w:t>
      </w:r>
      <w:r>
        <w:t>社会实践项目具有连续性、创新性。</w:t>
      </w:r>
    </w:p>
    <w:p w14:paraId="15A1B937">
      <w:pPr>
        <w:pStyle w:val="5"/>
        <w:tabs>
          <w:tab w:val="left" w:pos="1675"/>
        </w:tabs>
        <w:spacing w:line="320" w:lineRule="exact"/>
        <w:ind w:left="440" w:leftChars="200" w:right="539" w:rightChars="245" w:firstLine="420" w:firstLineChars="200"/>
      </w:pPr>
      <w:r>
        <w:rPr>
          <w:rFonts w:hint="eastAsia"/>
        </w:rPr>
        <w:t>3.</w:t>
      </w:r>
      <w:r>
        <w:t>社会实践成果显著。</w:t>
      </w:r>
    </w:p>
    <w:p w14:paraId="784B2328">
      <w:pPr>
        <w:pStyle w:val="5"/>
        <w:tabs>
          <w:tab w:val="left" w:pos="1675"/>
        </w:tabs>
        <w:spacing w:line="320" w:lineRule="exact"/>
        <w:ind w:left="440" w:leftChars="200" w:right="539" w:rightChars="245" w:firstLine="420" w:firstLineChars="200"/>
      </w:pPr>
      <w:r>
        <w:rPr>
          <w:rFonts w:hint="eastAsia"/>
        </w:rPr>
        <w:t>4.</w:t>
      </w:r>
      <w:r>
        <w:t>社会实践团队起到示范作用。</w:t>
      </w:r>
    </w:p>
    <w:p w14:paraId="7590ADDD">
      <w:pPr>
        <w:pStyle w:val="5"/>
        <w:tabs>
          <w:tab w:val="left" w:pos="1675"/>
        </w:tabs>
        <w:spacing w:line="320" w:lineRule="exact"/>
        <w:ind w:left="440" w:leftChars="200" w:right="539" w:rightChars="245" w:firstLine="420" w:firstLineChars="200"/>
      </w:pPr>
      <w:r>
        <w:rPr>
          <w:rFonts w:hint="eastAsia" w:ascii="黑体" w:eastAsia="黑体"/>
        </w:rPr>
        <w:t xml:space="preserve">第八条 </w:t>
      </w:r>
      <w:r>
        <w:t>研究生科技竞赛优秀团队须满足以下基本条件：</w:t>
      </w:r>
    </w:p>
    <w:p w14:paraId="4A6AECB3">
      <w:pPr>
        <w:pStyle w:val="5"/>
        <w:spacing w:line="320" w:lineRule="exact"/>
        <w:ind w:left="440" w:leftChars="200" w:right="539" w:rightChars="245" w:firstLine="420" w:firstLineChars="200"/>
      </w:pPr>
      <w:r>
        <w:t>积极参加教育部组织的全国大学生“挑战杯”、“互联网+”大学生创新创业大赛以及由中国学位与研究生教育发展中心组织的“中国研究生创新实践系列大赛”，并获国家级奖励。</w:t>
      </w:r>
    </w:p>
    <w:p w14:paraId="03075AC9">
      <w:pPr>
        <w:pStyle w:val="5"/>
        <w:spacing w:line="320" w:lineRule="exact"/>
        <w:ind w:left="440" w:leftChars="200" w:right="539" w:rightChars="245" w:firstLine="420" w:firstLineChars="200"/>
      </w:pPr>
      <w:r>
        <w:rPr>
          <w:rFonts w:hint="eastAsia" w:ascii="黑体" w:eastAsia="黑体"/>
        </w:rPr>
        <w:t xml:space="preserve">第九条 </w:t>
      </w:r>
      <w:r>
        <w:t>先进党组织评选以学校党委组织部通知为准。优秀团支部评选以学校团委通知为准。研究生样板宿舍评选以研究生工作部通知为准。</w:t>
      </w:r>
    </w:p>
    <w:p w14:paraId="4C3276A2">
      <w:pPr>
        <w:pStyle w:val="5"/>
        <w:spacing w:line="320" w:lineRule="exact"/>
        <w:ind w:left="440" w:leftChars="200" w:right="539" w:rightChars="245" w:firstLine="420" w:firstLineChars="200"/>
        <w:rPr>
          <w:rFonts w:ascii="黑体"/>
          <w:highlight w:val="green"/>
        </w:rPr>
      </w:pPr>
    </w:p>
    <w:p w14:paraId="46FE05BC">
      <w:pPr>
        <w:pStyle w:val="3"/>
        <w:tabs>
          <w:tab w:val="left" w:pos="1319"/>
        </w:tabs>
        <w:spacing w:line="320" w:lineRule="exact"/>
        <w:ind w:left="440" w:leftChars="200" w:right="539" w:rightChars="245" w:firstLine="480" w:firstLineChars="200"/>
      </w:pPr>
      <w:r>
        <w:rPr>
          <w:rFonts w:hint="eastAsia"/>
        </w:rPr>
        <w:t>第四章  研究生个人奖评选基本条件</w:t>
      </w:r>
    </w:p>
    <w:p w14:paraId="1A2EE8D2">
      <w:pPr>
        <w:pStyle w:val="5"/>
        <w:spacing w:line="320" w:lineRule="exact"/>
        <w:ind w:left="440" w:leftChars="200" w:right="539" w:rightChars="245" w:firstLine="420" w:firstLineChars="200"/>
        <w:rPr>
          <w:rFonts w:ascii="黑体"/>
          <w:highlight w:val="green"/>
        </w:rPr>
      </w:pPr>
    </w:p>
    <w:p w14:paraId="14A68CDE">
      <w:pPr>
        <w:pStyle w:val="5"/>
        <w:tabs>
          <w:tab w:val="left" w:pos="1760"/>
        </w:tabs>
        <w:spacing w:line="320" w:lineRule="exact"/>
        <w:ind w:left="440" w:leftChars="200" w:right="539" w:rightChars="245" w:firstLine="420" w:firstLineChars="200"/>
      </w:pPr>
      <w:r>
        <w:rPr>
          <w:rFonts w:hint="eastAsia" w:ascii="黑体" w:eastAsia="黑体"/>
        </w:rPr>
        <w:t xml:space="preserve">第十条 </w:t>
      </w:r>
      <w:r>
        <w:t>申请个人奖均须满足以下基本条件：</w:t>
      </w:r>
    </w:p>
    <w:p w14:paraId="5476EC8D">
      <w:pPr>
        <w:pStyle w:val="9"/>
        <w:tabs>
          <w:tab w:val="left" w:pos="1152"/>
        </w:tabs>
        <w:spacing w:line="320" w:lineRule="exact"/>
        <w:ind w:left="440" w:leftChars="200" w:right="539" w:rightChars="245" w:firstLineChars="200"/>
        <w:rPr>
          <w:sz w:val="21"/>
        </w:rPr>
      </w:pPr>
      <w:r>
        <w:rPr>
          <w:rFonts w:hint="eastAsia"/>
          <w:sz w:val="21"/>
        </w:rPr>
        <w:t>1.</w:t>
      </w:r>
      <w:r>
        <w:rPr>
          <w:sz w:val="21"/>
        </w:rPr>
        <w:t>拥护中国共产党的领导，热爱祖国，具有良好的思想品质、科学道德、心理素质和行为习惯，自觉践行社会主义核心价值观。</w:t>
      </w:r>
    </w:p>
    <w:p w14:paraId="715DB722">
      <w:pPr>
        <w:pStyle w:val="9"/>
        <w:tabs>
          <w:tab w:val="left" w:pos="1152"/>
        </w:tabs>
        <w:spacing w:line="320" w:lineRule="exact"/>
        <w:ind w:left="440" w:leftChars="200" w:right="539" w:rightChars="245" w:firstLineChars="200"/>
        <w:rPr>
          <w:sz w:val="21"/>
        </w:rPr>
      </w:pPr>
      <w:r>
        <w:rPr>
          <w:rFonts w:hint="eastAsia"/>
          <w:sz w:val="21"/>
        </w:rPr>
        <w:t>2.</w:t>
      </w:r>
      <w:r>
        <w:rPr>
          <w:sz w:val="21"/>
        </w:rPr>
        <w:t>遵守国家法律法规和校规校纪，品行端正，评选当年8月31日前无违法违纪行为或处分已解除。</w:t>
      </w:r>
    </w:p>
    <w:p w14:paraId="3347925B">
      <w:pPr>
        <w:pStyle w:val="9"/>
        <w:tabs>
          <w:tab w:val="left" w:pos="1152"/>
        </w:tabs>
        <w:spacing w:line="320" w:lineRule="exact"/>
        <w:ind w:left="440" w:leftChars="200" w:right="539" w:rightChars="245" w:firstLineChars="200"/>
        <w:rPr>
          <w:sz w:val="21"/>
        </w:rPr>
      </w:pPr>
      <w:r>
        <w:rPr>
          <w:rFonts w:hint="eastAsia"/>
          <w:sz w:val="21"/>
        </w:rPr>
        <w:t>3.</w:t>
      </w:r>
      <w:r>
        <w:rPr>
          <w:sz w:val="21"/>
        </w:rPr>
        <w:t>积极参加体育锻炼，身心健康。</w:t>
      </w:r>
    </w:p>
    <w:p w14:paraId="5BC68267">
      <w:pPr>
        <w:pStyle w:val="9"/>
        <w:tabs>
          <w:tab w:val="left" w:pos="1152"/>
        </w:tabs>
        <w:spacing w:line="320" w:lineRule="exact"/>
        <w:ind w:left="440" w:leftChars="200" w:right="539" w:rightChars="245" w:firstLineChars="200"/>
        <w:rPr>
          <w:sz w:val="21"/>
        </w:rPr>
      </w:pPr>
      <w:r>
        <w:rPr>
          <w:rFonts w:hint="eastAsia"/>
          <w:sz w:val="21"/>
        </w:rPr>
        <w:t>4.</w:t>
      </w:r>
      <w:r>
        <w:rPr>
          <w:sz w:val="21"/>
        </w:rPr>
        <w:t>学习勤奋、刻苦，科研工作严谨求实，有较强的诚信意识和良好的学术道德，积极实践，勇于创新，成绩优良。</w:t>
      </w:r>
    </w:p>
    <w:p w14:paraId="69857EFC">
      <w:pPr>
        <w:pStyle w:val="9"/>
        <w:tabs>
          <w:tab w:val="left" w:pos="1152"/>
        </w:tabs>
        <w:spacing w:line="320" w:lineRule="exact"/>
        <w:ind w:left="440" w:leftChars="200" w:right="539" w:rightChars="245" w:firstLineChars="200"/>
        <w:rPr>
          <w:sz w:val="21"/>
        </w:rPr>
      </w:pPr>
      <w:r>
        <w:rPr>
          <w:rFonts w:hint="eastAsia"/>
          <w:sz w:val="21"/>
        </w:rPr>
        <w:t>5.</w:t>
      </w:r>
      <w:r>
        <w:rPr>
          <w:sz w:val="21"/>
        </w:rPr>
        <w:t>学院综合素质评价良好。</w:t>
      </w:r>
    </w:p>
    <w:p w14:paraId="41657405">
      <w:pPr>
        <w:pStyle w:val="5"/>
        <w:spacing w:line="320" w:lineRule="exact"/>
        <w:ind w:left="440" w:leftChars="200" w:right="539" w:rightChars="245" w:firstLine="420" w:firstLineChars="200"/>
      </w:pPr>
      <w:r>
        <w:t>个人奖评选条件除应满足基本条件外，还须满足不同奖项的附加条件。</w:t>
      </w:r>
    </w:p>
    <w:p w14:paraId="6C20C1ED">
      <w:pPr>
        <w:pStyle w:val="5"/>
        <w:tabs>
          <w:tab w:val="left" w:pos="1884"/>
        </w:tabs>
        <w:spacing w:line="320" w:lineRule="exact"/>
        <w:ind w:left="440" w:leftChars="200" w:right="539" w:rightChars="245" w:firstLine="420" w:firstLineChars="200"/>
      </w:pPr>
      <w:r>
        <w:rPr>
          <w:rFonts w:hint="eastAsia" w:ascii="黑体" w:eastAsia="黑体"/>
        </w:rPr>
        <w:t xml:space="preserve">第十一条 </w:t>
      </w:r>
      <w:r>
        <w:t>三好研究生须满足以下附加条件：</w:t>
      </w:r>
    </w:p>
    <w:p w14:paraId="3FBC8055">
      <w:pPr>
        <w:pStyle w:val="9"/>
        <w:tabs>
          <w:tab w:val="left" w:pos="1152"/>
        </w:tabs>
        <w:spacing w:line="320" w:lineRule="exact"/>
        <w:ind w:left="440" w:leftChars="200" w:right="539" w:rightChars="245" w:firstLineChars="200"/>
        <w:rPr>
          <w:sz w:val="21"/>
        </w:rPr>
      </w:pPr>
      <w:r>
        <w:rPr>
          <w:rFonts w:hint="eastAsia"/>
          <w:sz w:val="21"/>
        </w:rPr>
        <w:t>1.</w:t>
      </w:r>
      <w:r>
        <w:rPr>
          <w:sz w:val="21"/>
        </w:rPr>
        <w:t>德智体美劳等方面全面发展，在各项集体活动中起带头作用，热心为同学服务，积极参加科技竞赛、社会实践等活动。</w:t>
      </w:r>
    </w:p>
    <w:p w14:paraId="3D9411A0">
      <w:pPr>
        <w:pStyle w:val="9"/>
        <w:tabs>
          <w:tab w:val="left" w:pos="1046"/>
        </w:tabs>
        <w:spacing w:line="320" w:lineRule="exact"/>
        <w:ind w:left="440" w:leftChars="200" w:right="539" w:rightChars="245" w:firstLineChars="200"/>
        <w:rPr>
          <w:sz w:val="21"/>
        </w:rPr>
      </w:pPr>
      <w:r>
        <w:rPr>
          <w:rFonts w:hint="eastAsia"/>
          <w:sz w:val="21"/>
        </w:rPr>
        <w:t>2.</w:t>
      </w:r>
      <w:r>
        <w:rPr>
          <w:sz w:val="21"/>
        </w:rPr>
        <w:t>课程学习阶段的研究生：按时修完培养计划中安排的课程，学习成绩优良。</w:t>
      </w:r>
    </w:p>
    <w:p w14:paraId="7474EB4F">
      <w:pPr>
        <w:pStyle w:val="9"/>
        <w:tabs>
          <w:tab w:val="left" w:pos="1152"/>
        </w:tabs>
        <w:spacing w:line="320" w:lineRule="exact"/>
        <w:ind w:left="440" w:leftChars="200" w:right="539" w:rightChars="245" w:firstLineChars="200"/>
        <w:rPr>
          <w:sz w:val="21"/>
        </w:rPr>
      </w:pPr>
      <w:r>
        <w:rPr>
          <w:rFonts w:hint="eastAsia"/>
          <w:sz w:val="21"/>
        </w:rPr>
        <w:t>3.</w:t>
      </w:r>
      <w:r>
        <w:rPr>
          <w:sz w:val="21"/>
        </w:rPr>
        <w:t>进入论文撰写阶段的研究生：论文进度正常，科学研究成绩突出。</w:t>
      </w:r>
    </w:p>
    <w:p w14:paraId="44741AC7">
      <w:pPr>
        <w:pStyle w:val="5"/>
        <w:spacing w:line="320" w:lineRule="exact"/>
        <w:ind w:left="440" w:leftChars="200" w:right="539" w:rightChars="245" w:firstLine="420" w:firstLineChars="200"/>
      </w:pPr>
      <w:r>
        <w:t>注：硕博连读博士研究生在取得博士学籍之前参加硕士生评选，取得博士生学籍之后参加博士生评选；直接攻读博士学位研究生按照博士参评，各学院制定具体参评比例。</w:t>
      </w:r>
    </w:p>
    <w:p w14:paraId="35341F7B">
      <w:pPr>
        <w:pStyle w:val="5"/>
        <w:tabs>
          <w:tab w:val="left" w:pos="1884"/>
        </w:tabs>
        <w:spacing w:line="320" w:lineRule="exact"/>
        <w:ind w:left="440" w:leftChars="200" w:right="539" w:rightChars="245" w:firstLine="420" w:firstLineChars="200"/>
      </w:pPr>
      <w:r>
        <w:rPr>
          <w:rFonts w:hint="eastAsia" w:ascii="黑体" w:eastAsia="黑体"/>
        </w:rPr>
        <w:t xml:space="preserve">第十二条 </w:t>
      </w:r>
      <w:r>
        <w:t>优秀研究生干部、社会工作优秀奖学金须满足以下附加条件：</w:t>
      </w:r>
    </w:p>
    <w:p w14:paraId="2BA88DB2">
      <w:pPr>
        <w:pStyle w:val="9"/>
        <w:tabs>
          <w:tab w:val="left" w:pos="1152"/>
        </w:tabs>
        <w:spacing w:line="320" w:lineRule="exact"/>
        <w:ind w:left="440" w:leftChars="200" w:right="539" w:rightChars="245" w:firstLineChars="200"/>
        <w:rPr>
          <w:sz w:val="21"/>
        </w:rPr>
      </w:pPr>
      <w:r>
        <w:rPr>
          <w:rFonts w:hint="eastAsia"/>
          <w:sz w:val="21"/>
        </w:rPr>
        <w:t>1.</w:t>
      </w:r>
      <w:r>
        <w:rPr>
          <w:sz w:val="21"/>
        </w:rPr>
        <w:t>承担党、团支部支委、班级班委、校院两级研究生会、三委会（研究生公寓文化建设委员会，研究生伙食建设委员会，研究生网络文化建设委员会）、兼职辅导员及研究生社团等社会工作，任期满一年，认真履行工作职责，热心为同学服务，在同学中有较高威信，工作成绩突出，为学校、学院、党支部及班级做出贡献。可适当向党支部干部倾斜。</w:t>
      </w:r>
    </w:p>
    <w:p w14:paraId="7C50C199">
      <w:pPr>
        <w:pStyle w:val="9"/>
        <w:tabs>
          <w:tab w:val="left" w:pos="1152"/>
        </w:tabs>
        <w:spacing w:line="320" w:lineRule="exact"/>
        <w:ind w:left="440" w:leftChars="200" w:right="539" w:rightChars="245" w:firstLineChars="200"/>
        <w:rPr>
          <w:sz w:val="21"/>
        </w:rPr>
      </w:pPr>
      <w:r>
        <w:rPr>
          <w:rFonts w:hint="eastAsia"/>
          <w:sz w:val="21"/>
        </w:rPr>
        <w:t>2.</w:t>
      </w:r>
      <w:r>
        <w:rPr>
          <w:sz w:val="21"/>
        </w:rPr>
        <w:t>学习成绩良好，本学年课程平均加权成绩合格，科研能力较强。</w:t>
      </w:r>
    </w:p>
    <w:p w14:paraId="412005EA">
      <w:pPr>
        <w:pStyle w:val="9"/>
        <w:tabs>
          <w:tab w:val="left" w:pos="1046"/>
        </w:tabs>
        <w:spacing w:line="320" w:lineRule="exact"/>
        <w:ind w:left="440" w:leftChars="200" w:right="539" w:rightChars="245" w:firstLineChars="200"/>
        <w:rPr>
          <w:sz w:val="21"/>
        </w:rPr>
      </w:pPr>
      <w:r>
        <w:rPr>
          <w:rFonts w:hint="eastAsia"/>
          <w:sz w:val="21"/>
        </w:rPr>
        <w:t>3.</w:t>
      </w:r>
      <w:r>
        <w:rPr>
          <w:sz w:val="21"/>
        </w:rPr>
        <w:t>社会工作优秀奖学金获得者需获得校级优秀研究生干部荣誉称号。</w:t>
      </w:r>
    </w:p>
    <w:p w14:paraId="048FBB40">
      <w:pPr>
        <w:pStyle w:val="5"/>
        <w:tabs>
          <w:tab w:val="left" w:pos="1884"/>
        </w:tabs>
        <w:spacing w:line="320" w:lineRule="exact"/>
        <w:ind w:left="440" w:leftChars="200" w:right="539" w:rightChars="245" w:firstLine="420" w:firstLineChars="200"/>
      </w:pPr>
      <w:r>
        <w:rPr>
          <w:rFonts w:hint="eastAsia" w:ascii="黑体" w:eastAsia="黑体"/>
        </w:rPr>
        <w:t xml:space="preserve">第十三条 </w:t>
      </w:r>
      <w:r>
        <w:t>研究生社会服务优秀个人、社会服务优秀奖学金须满足以下附加条件：</w:t>
      </w:r>
    </w:p>
    <w:p w14:paraId="190F468B">
      <w:pPr>
        <w:pStyle w:val="5"/>
        <w:tabs>
          <w:tab w:val="left" w:pos="1884"/>
        </w:tabs>
        <w:spacing w:line="320" w:lineRule="exact"/>
        <w:ind w:left="440" w:leftChars="200" w:right="539" w:rightChars="245" w:firstLine="420" w:firstLineChars="200"/>
      </w:pPr>
      <w:r>
        <w:t>1</w:t>
      </w:r>
      <w:r>
        <w:rPr>
          <w:rFonts w:hint="eastAsia"/>
        </w:rPr>
        <w:t>.</w:t>
      </w:r>
      <w:r>
        <w:t>积极参加校级社会实践项目或者各项社会服务及公益事业表现优秀者。</w:t>
      </w:r>
    </w:p>
    <w:p w14:paraId="7A11F020">
      <w:pPr>
        <w:pStyle w:val="9"/>
        <w:tabs>
          <w:tab w:val="left" w:pos="1152"/>
        </w:tabs>
        <w:spacing w:line="320" w:lineRule="exact"/>
        <w:ind w:left="440" w:leftChars="200" w:right="539" w:rightChars="245" w:firstLineChars="200"/>
        <w:rPr>
          <w:sz w:val="21"/>
        </w:rPr>
      </w:pPr>
      <w:r>
        <w:rPr>
          <w:rFonts w:hint="eastAsia"/>
          <w:sz w:val="21"/>
        </w:rPr>
        <w:t>2.</w:t>
      </w:r>
      <w:r>
        <w:rPr>
          <w:sz w:val="21"/>
        </w:rPr>
        <w:t>在社会实践团队中具有团队意识和社会责任感，起到了模范带头作用。</w:t>
      </w:r>
    </w:p>
    <w:p w14:paraId="1D35ED38">
      <w:pPr>
        <w:pStyle w:val="9"/>
        <w:tabs>
          <w:tab w:val="left" w:pos="1152"/>
        </w:tabs>
        <w:spacing w:line="320" w:lineRule="exact"/>
        <w:ind w:left="440" w:leftChars="200" w:right="539" w:rightChars="245" w:firstLineChars="200"/>
        <w:rPr>
          <w:sz w:val="21"/>
        </w:rPr>
      </w:pPr>
      <w:r>
        <w:rPr>
          <w:rFonts w:hint="eastAsia"/>
          <w:sz w:val="21"/>
        </w:rPr>
        <w:t>3.</w:t>
      </w:r>
      <w:r>
        <w:rPr>
          <w:sz w:val="21"/>
        </w:rPr>
        <w:t>通过社会服务活动为基层、为群众解决了实际问题，做出了贡献，取得了一定的成果。</w:t>
      </w:r>
    </w:p>
    <w:p w14:paraId="38DA3EE8">
      <w:pPr>
        <w:pStyle w:val="9"/>
        <w:tabs>
          <w:tab w:val="left" w:pos="1152"/>
        </w:tabs>
        <w:spacing w:line="320" w:lineRule="exact"/>
        <w:ind w:left="440" w:leftChars="200" w:right="539" w:rightChars="245" w:firstLineChars="200"/>
        <w:rPr>
          <w:sz w:val="21"/>
        </w:rPr>
      </w:pPr>
      <w:r>
        <w:rPr>
          <w:rFonts w:hint="eastAsia"/>
          <w:sz w:val="21"/>
        </w:rPr>
        <w:t>4.</w:t>
      </w:r>
      <w:r>
        <w:rPr>
          <w:sz w:val="21"/>
        </w:rPr>
        <w:t>社会服务优秀奖学金获得者需同时获评校级研究生社会服务优秀个人。</w:t>
      </w:r>
    </w:p>
    <w:p w14:paraId="27AC21A6">
      <w:pPr>
        <w:pStyle w:val="5"/>
        <w:tabs>
          <w:tab w:val="left" w:pos="1884"/>
        </w:tabs>
        <w:spacing w:line="320" w:lineRule="exact"/>
        <w:ind w:left="440" w:leftChars="200" w:right="539" w:rightChars="245" w:firstLine="420" w:firstLineChars="200"/>
      </w:pPr>
      <w:r>
        <w:rPr>
          <w:rFonts w:hint="eastAsia" w:ascii="黑体" w:eastAsia="黑体"/>
        </w:rPr>
        <w:t xml:space="preserve">第十四条 </w:t>
      </w:r>
      <w:r>
        <w:t>研究生自强之星奖学金须满足以下附加条件：</w:t>
      </w:r>
    </w:p>
    <w:p w14:paraId="1193AF34">
      <w:pPr>
        <w:pStyle w:val="5"/>
        <w:spacing w:line="320" w:lineRule="exact"/>
        <w:ind w:left="440" w:leftChars="200" w:right="539" w:rightChars="245" w:firstLine="420" w:firstLineChars="200"/>
      </w:pPr>
      <w:r>
        <w:t>在学校组织的“自强之星”评选工作中获得“自强之星”或者“自强之星”提名奖荣誉称号的研究生个人。</w:t>
      </w:r>
    </w:p>
    <w:p w14:paraId="69B525D2">
      <w:pPr>
        <w:pStyle w:val="5"/>
        <w:tabs>
          <w:tab w:val="left" w:pos="1884"/>
        </w:tabs>
        <w:spacing w:line="320" w:lineRule="exact"/>
        <w:ind w:left="440" w:leftChars="200" w:right="539" w:rightChars="245" w:firstLine="420" w:firstLineChars="200"/>
      </w:pPr>
      <w:r>
        <w:rPr>
          <w:rFonts w:hint="eastAsia" w:ascii="黑体" w:eastAsia="黑体"/>
        </w:rPr>
        <w:t xml:space="preserve">第十五条 </w:t>
      </w:r>
      <w:r>
        <w:t>研究生道德之星奖学金须满足以下附加条件：</w:t>
      </w:r>
    </w:p>
    <w:p w14:paraId="6578D183">
      <w:pPr>
        <w:pStyle w:val="5"/>
        <w:spacing w:line="320" w:lineRule="exact"/>
        <w:ind w:left="440" w:leftChars="200" w:right="539" w:rightChars="245" w:firstLine="420" w:firstLineChars="200"/>
      </w:pPr>
      <w:r>
        <w:t>模范践行社会主义核心价值观，包括但不限于在爱国奉献、热心助人、见义勇为、诚实守信、孝老敬老等方面有突出事迹或成就的优秀研究生个人。</w:t>
      </w:r>
    </w:p>
    <w:p w14:paraId="670A81D4">
      <w:pPr>
        <w:pStyle w:val="5"/>
        <w:tabs>
          <w:tab w:val="left" w:pos="1884"/>
        </w:tabs>
        <w:spacing w:line="320" w:lineRule="exact"/>
        <w:ind w:left="440" w:leftChars="200" w:right="539" w:rightChars="245" w:firstLine="420" w:firstLineChars="200"/>
      </w:pPr>
      <w:r>
        <w:rPr>
          <w:rFonts w:hint="eastAsia" w:ascii="黑体" w:eastAsia="黑体"/>
        </w:rPr>
        <w:t xml:space="preserve">第十六条 </w:t>
      </w:r>
      <w:r>
        <w:t>研究生文体优秀奖学金须满足以下附加条件：</w:t>
      </w:r>
    </w:p>
    <w:p w14:paraId="192389CB">
      <w:pPr>
        <w:pStyle w:val="5"/>
        <w:spacing w:line="320" w:lineRule="exact"/>
        <w:ind w:left="440" w:leftChars="200" w:right="539" w:rightChars="245" w:firstLine="420" w:firstLineChars="200"/>
      </w:pPr>
      <w:r>
        <w:t>在省部级及以上正式体育比赛中获得前六名者</w:t>
      </w:r>
      <w:r>
        <w:rPr>
          <w:rFonts w:hint="eastAsia"/>
        </w:rPr>
        <w:t>（</w:t>
      </w:r>
      <w:r>
        <w:t>集体项目的主力队员，非主力队员降一级奖励</w:t>
      </w:r>
      <w:r>
        <w:rPr>
          <w:rFonts w:hint="eastAsia"/>
        </w:rPr>
        <w:t>）</w:t>
      </w:r>
      <w:r>
        <w:t>，以及在校级正式体育比赛中破校纪录者；或者在学校组织的校级文艺比赛和学校组织参加的省市及全国的文艺比赛中获奖，为学校争得荣誉的研究生（集体项目为主创人员或主要演出人员）。</w:t>
      </w:r>
    </w:p>
    <w:p w14:paraId="0369FA2E">
      <w:pPr>
        <w:pStyle w:val="5"/>
        <w:tabs>
          <w:tab w:val="left" w:pos="1884"/>
        </w:tabs>
        <w:spacing w:line="320" w:lineRule="exact"/>
        <w:ind w:left="440" w:leftChars="200" w:right="539" w:rightChars="245" w:firstLine="420" w:firstLineChars="200"/>
      </w:pPr>
      <w:r>
        <w:rPr>
          <w:rFonts w:hint="eastAsia" w:ascii="黑体" w:eastAsia="黑体"/>
        </w:rPr>
        <w:t xml:space="preserve">第十七条 </w:t>
      </w:r>
      <w:r>
        <w:t>优秀毕业生须满足以下附加条件：</w:t>
      </w:r>
    </w:p>
    <w:p w14:paraId="13AF6A7D">
      <w:pPr>
        <w:pStyle w:val="5"/>
        <w:tabs>
          <w:tab w:val="left" w:pos="1884"/>
        </w:tabs>
        <w:spacing w:line="320" w:lineRule="exact"/>
        <w:ind w:left="440" w:leftChars="200" w:right="539" w:rightChars="245" w:firstLine="420" w:firstLineChars="200"/>
      </w:pPr>
      <w:r>
        <w:t>1.在校期间获得校级以上荣誉称号等。</w:t>
      </w:r>
    </w:p>
    <w:p w14:paraId="4B950497">
      <w:pPr>
        <w:pStyle w:val="9"/>
        <w:tabs>
          <w:tab w:val="left" w:pos="1152"/>
        </w:tabs>
        <w:spacing w:line="320" w:lineRule="exact"/>
        <w:ind w:left="440" w:leftChars="200" w:right="539" w:rightChars="245" w:firstLineChars="200"/>
        <w:rPr>
          <w:sz w:val="21"/>
        </w:rPr>
      </w:pPr>
      <w:r>
        <w:rPr>
          <w:rFonts w:hint="eastAsia"/>
          <w:sz w:val="21"/>
        </w:rPr>
        <w:t>2.</w:t>
      </w:r>
      <w:r>
        <w:rPr>
          <w:sz w:val="21"/>
        </w:rPr>
        <w:t>在校期间课程学习和科学研究成绩突出，学位论文答辩成绩优良。</w:t>
      </w:r>
    </w:p>
    <w:p w14:paraId="2EDE0420">
      <w:pPr>
        <w:pStyle w:val="9"/>
        <w:tabs>
          <w:tab w:val="left" w:pos="1152"/>
        </w:tabs>
        <w:spacing w:line="320" w:lineRule="exact"/>
        <w:ind w:left="440" w:leftChars="200" w:right="539" w:rightChars="245" w:firstLineChars="200"/>
        <w:rPr>
          <w:sz w:val="21"/>
        </w:rPr>
      </w:pPr>
      <w:r>
        <w:rPr>
          <w:rFonts w:hint="eastAsia"/>
          <w:sz w:val="21"/>
        </w:rPr>
        <w:t>3.</w:t>
      </w:r>
      <w:r>
        <w:rPr>
          <w:sz w:val="21"/>
        </w:rPr>
        <w:t>正确对待就业，服从国家需要，就业过程中无违约记录。</w:t>
      </w:r>
    </w:p>
    <w:p w14:paraId="16510F5A">
      <w:pPr>
        <w:pStyle w:val="5"/>
        <w:tabs>
          <w:tab w:val="left" w:pos="1884"/>
        </w:tabs>
        <w:spacing w:line="320" w:lineRule="exact"/>
        <w:ind w:left="440" w:leftChars="200" w:right="539" w:rightChars="245" w:firstLine="420" w:firstLineChars="200"/>
      </w:pPr>
      <w:r>
        <w:rPr>
          <w:rFonts w:hint="eastAsia" w:ascii="黑体" w:eastAsia="黑体"/>
        </w:rPr>
        <w:t xml:space="preserve">第十八条 </w:t>
      </w:r>
      <w:r>
        <w:t>优秀毕业生干部须满足以下附加条件：</w:t>
      </w:r>
    </w:p>
    <w:p w14:paraId="3EC6AD5D">
      <w:pPr>
        <w:pStyle w:val="9"/>
        <w:tabs>
          <w:tab w:val="left" w:pos="1152"/>
        </w:tabs>
        <w:spacing w:line="320" w:lineRule="exact"/>
        <w:ind w:left="440" w:leftChars="200" w:right="539" w:rightChars="245" w:firstLineChars="200"/>
        <w:rPr>
          <w:sz w:val="21"/>
        </w:rPr>
      </w:pPr>
      <w:r>
        <w:rPr>
          <w:rFonts w:hint="eastAsia"/>
          <w:sz w:val="21"/>
        </w:rPr>
        <w:t>1.</w:t>
      </w:r>
      <w:r>
        <w:rPr>
          <w:sz w:val="21"/>
        </w:rPr>
        <w:t>在校期间担任过党、团支部支委、班级班委、校院两级研究生会、三委会（研究生公寓文化建设委员会，研究生伙食建设委员会，研究生网络文化建设委员会）、兼职辅导员及研究生社团等社会工作，任期满一年，工作认真负责，任劳任怨，成绩突出，做出贡献。可适当向党支部干部倾斜。</w:t>
      </w:r>
    </w:p>
    <w:p w14:paraId="66F58F11">
      <w:pPr>
        <w:pStyle w:val="9"/>
        <w:tabs>
          <w:tab w:val="left" w:pos="1152"/>
        </w:tabs>
        <w:spacing w:line="320" w:lineRule="exact"/>
        <w:ind w:left="440" w:leftChars="200" w:right="539" w:rightChars="245" w:firstLineChars="200"/>
        <w:rPr>
          <w:sz w:val="21"/>
        </w:rPr>
      </w:pPr>
      <w:r>
        <w:rPr>
          <w:rFonts w:hint="eastAsia"/>
          <w:sz w:val="21"/>
        </w:rPr>
        <w:t>2.</w:t>
      </w:r>
      <w:r>
        <w:rPr>
          <w:sz w:val="21"/>
        </w:rPr>
        <w:t>在校期间获得校级以上荣誉称号等。</w:t>
      </w:r>
    </w:p>
    <w:p w14:paraId="757E678C">
      <w:pPr>
        <w:pStyle w:val="9"/>
        <w:tabs>
          <w:tab w:val="left" w:pos="1152"/>
        </w:tabs>
        <w:spacing w:line="320" w:lineRule="exact"/>
        <w:ind w:left="440" w:leftChars="200" w:right="539" w:rightChars="245" w:firstLineChars="200"/>
        <w:rPr>
          <w:sz w:val="21"/>
        </w:rPr>
      </w:pPr>
      <w:r>
        <w:rPr>
          <w:rFonts w:hint="eastAsia"/>
          <w:sz w:val="21"/>
        </w:rPr>
        <w:t>3.</w:t>
      </w:r>
      <w:r>
        <w:rPr>
          <w:sz w:val="21"/>
        </w:rPr>
        <w:t>在校期间课程学习和科学研究成绩优良，学位论文答辩成绩优良。</w:t>
      </w:r>
    </w:p>
    <w:p w14:paraId="0D57670A">
      <w:pPr>
        <w:pStyle w:val="9"/>
        <w:tabs>
          <w:tab w:val="left" w:pos="1152"/>
        </w:tabs>
        <w:spacing w:line="320" w:lineRule="exact"/>
        <w:ind w:left="440" w:leftChars="200" w:right="539" w:rightChars="245" w:firstLineChars="200"/>
        <w:rPr>
          <w:sz w:val="21"/>
        </w:rPr>
      </w:pPr>
      <w:r>
        <w:rPr>
          <w:rFonts w:hint="eastAsia"/>
          <w:sz w:val="21"/>
        </w:rPr>
        <w:t>4.</w:t>
      </w:r>
      <w:r>
        <w:rPr>
          <w:sz w:val="21"/>
        </w:rPr>
        <w:t>正确对待就业，服从国家需要，就业过程中无违约记录。</w:t>
      </w:r>
    </w:p>
    <w:p w14:paraId="6D18A3CD">
      <w:pPr>
        <w:pStyle w:val="5"/>
        <w:spacing w:line="320" w:lineRule="exact"/>
        <w:ind w:left="440" w:leftChars="200" w:right="539" w:rightChars="245" w:firstLine="420" w:firstLineChars="200"/>
      </w:pPr>
      <w:r>
        <w:rPr>
          <w:rFonts w:hint="eastAsia" w:ascii="黑体" w:eastAsia="黑体"/>
        </w:rPr>
        <w:t xml:space="preserve">第十九条 </w:t>
      </w:r>
      <w:r>
        <w:t>优秀共产党员评选以学校党委组织部通知为准。优秀团员、优秀团干部评选以校团委通知为准。优秀研究生兼职辅导员、助教、助管以学校研究生工作部通知为准。</w:t>
      </w:r>
    </w:p>
    <w:p w14:paraId="6550E003">
      <w:pPr>
        <w:pStyle w:val="5"/>
        <w:spacing w:line="320" w:lineRule="exact"/>
        <w:ind w:left="440" w:leftChars="200" w:right="539" w:rightChars="245" w:firstLine="420" w:firstLineChars="200"/>
      </w:pPr>
      <w:r>
        <w:rPr>
          <w:rFonts w:hint="eastAsia" w:ascii="黑体" w:eastAsia="黑体"/>
        </w:rPr>
        <w:t xml:space="preserve">第二十条 </w:t>
      </w:r>
      <w:r>
        <w:t>研究生国家奖学金、学业奖学金的评选条件、奖励标准等详见《北京交通大学博士研究生基本奖助学金实施细则》《北京交通大学硕士研究生基本奖助学金实施细则》。</w:t>
      </w:r>
    </w:p>
    <w:p w14:paraId="6AAECCB2">
      <w:pPr>
        <w:pStyle w:val="5"/>
        <w:spacing w:line="320" w:lineRule="exact"/>
        <w:ind w:left="440" w:leftChars="200" w:right="539" w:rightChars="245" w:firstLine="420" w:firstLineChars="200"/>
      </w:pPr>
      <w:r>
        <w:rPr>
          <w:rFonts w:hint="eastAsia" w:ascii="黑体" w:eastAsia="黑体"/>
        </w:rPr>
        <w:t xml:space="preserve">第二十一条 </w:t>
      </w:r>
      <w:r>
        <w:t>北京交通大学知行奖学金（研究生）的评选条件、奖励标准等详见《北京交通大学知行奖学金（研究生）评选办法》。</w:t>
      </w:r>
    </w:p>
    <w:p w14:paraId="4EEFC14C">
      <w:pPr>
        <w:pStyle w:val="5"/>
        <w:spacing w:line="320" w:lineRule="exact"/>
        <w:ind w:left="440" w:leftChars="200" w:right="539" w:rightChars="245" w:firstLine="420" w:firstLineChars="200"/>
      </w:pPr>
      <w:r>
        <w:rPr>
          <w:rFonts w:hint="eastAsia" w:ascii="黑体" w:eastAsia="黑体"/>
        </w:rPr>
        <w:t xml:space="preserve">第二十二条 </w:t>
      </w:r>
      <w:r>
        <w:t>马克思主义理论专业研究生新生奖学金、学术奖学金评选条件、奖励标准等详见《北京交通大学马克思主义理论专业研究生新生奖学金、学术奖学金评定办法（试行）》。</w:t>
      </w:r>
    </w:p>
    <w:p w14:paraId="5ED76B61">
      <w:pPr>
        <w:pStyle w:val="5"/>
        <w:spacing w:line="320" w:lineRule="exact"/>
        <w:ind w:left="440" w:leftChars="200" w:right="539" w:rightChars="245" w:firstLine="420" w:firstLineChars="200"/>
      </w:pPr>
      <w:r>
        <w:rPr>
          <w:rFonts w:hint="eastAsia" w:ascii="黑体" w:eastAsia="黑体"/>
        </w:rPr>
        <w:t xml:space="preserve">第二十三条 </w:t>
      </w:r>
      <w:r>
        <w:t>北京交通大学奋飞奖授予对到西部地区、基层单位和中国国家铁路集团有限公司所属各铁路局集团有限公司就业，参加国家或地方基层就业项目，应征入伍以及自主创业的毕业生，颁发荣誉证书。对部分到艰苦地区、重要领域就业创业的毕业生，学校设立专项资金，视其艰苦程度给予相应奖励（详见《北京交通大学鼓励毕业生到基层工作奖励实施细则》）。</w:t>
      </w:r>
    </w:p>
    <w:p w14:paraId="093F623A">
      <w:pPr>
        <w:pStyle w:val="5"/>
        <w:spacing w:line="320" w:lineRule="exact"/>
        <w:ind w:left="440" w:leftChars="200" w:right="539" w:rightChars="245" w:firstLine="420" w:firstLineChars="200"/>
      </w:pPr>
      <w:r>
        <w:rPr>
          <w:rFonts w:hint="eastAsia" w:ascii="黑体" w:eastAsia="黑体"/>
        </w:rPr>
        <w:t xml:space="preserve">第二十四条 </w:t>
      </w:r>
      <w:r>
        <w:t>企、事业单位或个人捐助的专项奖学金除满足个人奖评选基本条件外，还须满足专项奖学金提供者要求的专项条件。</w:t>
      </w:r>
    </w:p>
    <w:p w14:paraId="5FA7F374">
      <w:pPr>
        <w:pStyle w:val="5"/>
        <w:spacing w:line="320" w:lineRule="exact"/>
        <w:ind w:left="440" w:leftChars="200" w:right="539" w:rightChars="245" w:firstLine="420" w:firstLineChars="200"/>
        <w:rPr>
          <w:rFonts w:ascii="黑体"/>
          <w:highlight w:val="green"/>
        </w:rPr>
      </w:pPr>
    </w:p>
    <w:p w14:paraId="4933A5AC">
      <w:pPr>
        <w:pStyle w:val="3"/>
        <w:tabs>
          <w:tab w:val="left" w:pos="1319"/>
        </w:tabs>
        <w:spacing w:line="320" w:lineRule="exact"/>
        <w:ind w:left="440" w:leftChars="200" w:right="539" w:rightChars="245" w:firstLine="480" w:firstLineChars="200"/>
      </w:pPr>
      <w:r>
        <w:rPr>
          <w:rFonts w:hint="eastAsia"/>
        </w:rPr>
        <w:t>第五章  奖励评审与表彰</w:t>
      </w:r>
    </w:p>
    <w:p w14:paraId="5D678CFA">
      <w:pPr>
        <w:pStyle w:val="5"/>
        <w:spacing w:line="320" w:lineRule="exact"/>
        <w:ind w:left="440" w:leftChars="200" w:right="539" w:rightChars="245" w:firstLine="420" w:firstLineChars="200"/>
        <w:rPr>
          <w:rFonts w:ascii="黑体"/>
          <w:highlight w:val="green"/>
        </w:rPr>
      </w:pPr>
    </w:p>
    <w:p w14:paraId="68983653">
      <w:pPr>
        <w:pStyle w:val="5"/>
        <w:spacing w:line="320" w:lineRule="exact"/>
        <w:ind w:left="440" w:leftChars="200" w:right="539" w:rightChars="245" w:firstLine="420" w:firstLineChars="200"/>
      </w:pPr>
      <w:r>
        <w:rPr>
          <w:rFonts w:hint="eastAsia" w:ascii="黑体" w:eastAsia="黑体"/>
        </w:rPr>
        <w:t xml:space="preserve">第二十五条 </w:t>
      </w:r>
      <w:r>
        <w:t>各类荣誉称号奖励评审工作由研究生工作部负责组织，国家奖学金、学业奖学金由研究生院负责组织。各学院成立研究生奖励评审小组（以下简称评审小组），评审小组由学院主管研究生工作的负责人、研究生工作组工作人员、导师代表及研究生代表组成。</w:t>
      </w:r>
    </w:p>
    <w:p w14:paraId="3268F062">
      <w:pPr>
        <w:pStyle w:val="5"/>
        <w:spacing w:line="320" w:lineRule="exact"/>
        <w:ind w:left="440" w:leftChars="200" w:right="539" w:rightChars="245" w:firstLine="420" w:firstLineChars="200"/>
      </w:pPr>
      <w:r>
        <w:rPr>
          <w:rFonts w:hint="eastAsia" w:ascii="黑体" w:eastAsia="黑体"/>
        </w:rPr>
        <w:t xml:space="preserve">第二十六条 </w:t>
      </w:r>
      <w:r>
        <w:t>各学院须事先公布当年各类奖励的种类、名额、评定标准和相关具体要求。具有参评资格的集体与个人根据各类奖励的评选条件，采取自荐与他荐相结合的方式提出申请或推荐，各学院评审小组应广泛征求各方面意见进行复审并公示，然后将相关材料分别报研究生院和研究生工作部审核，研究生院和研究生工作部审核通过后报学校批准。</w:t>
      </w:r>
    </w:p>
    <w:p w14:paraId="7EDABE75">
      <w:pPr>
        <w:pStyle w:val="5"/>
        <w:spacing w:line="320" w:lineRule="exact"/>
        <w:ind w:left="440" w:leftChars="200" w:right="539" w:rightChars="245" w:firstLine="420" w:firstLineChars="200"/>
      </w:pPr>
      <w:r>
        <w:rPr>
          <w:rFonts w:hint="eastAsia" w:ascii="黑体" w:eastAsia="黑体"/>
        </w:rPr>
        <w:t xml:space="preserve">第二十七条 </w:t>
      </w:r>
      <w:r>
        <w:t>市级三好学生、市级优秀学生干部、市级优秀毕业生、市级先进班集体等荣誉应从校级荣誉获得者中产生。校级优秀毕业生、优秀毕业生干部及市级优秀毕业生每年毕业季评选，其它个人奖励和集体奖励每年10月至11月评选。</w:t>
      </w:r>
    </w:p>
    <w:p w14:paraId="28C98D0F">
      <w:pPr>
        <w:pStyle w:val="5"/>
        <w:tabs>
          <w:tab w:val="left" w:pos="2095"/>
        </w:tabs>
        <w:spacing w:line="320" w:lineRule="exact"/>
        <w:ind w:left="440" w:leftChars="200" w:right="539" w:rightChars="245" w:firstLine="420" w:firstLineChars="200"/>
      </w:pPr>
      <w:r>
        <w:rPr>
          <w:rFonts w:hint="eastAsia" w:ascii="黑体" w:eastAsia="黑体"/>
        </w:rPr>
        <w:t xml:space="preserve">第二十八条 </w:t>
      </w:r>
      <w:r>
        <w:t>学校对获得奖励的集体与个人分别采用以下方式予以表彰：</w:t>
      </w:r>
    </w:p>
    <w:p w14:paraId="57354A58">
      <w:pPr>
        <w:pStyle w:val="5"/>
        <w:tabs>
          <w:tab w:val="left" w:pos="2095"/>
        </w:tabs>
        <w:spacing w:line="320" w:lineRule="exact"/>
        <w:ind w:left="440" w:leftChars="200" w:right="539" w:rightChars="245" w:firstLine="420" w:firstLineChars="200"/>
      </w:pPr>
      <w:r>
        <w:t>1.授予荣誉称号</w:t>
      </w:r>
    </w:p>
    <w:p w14:paraId="32720044">
      <w:pPr>
        <w:pStyle w:val="9"/>
        <w:tabs>
          <w:tab w:val="left" w:pos="1152"/>
        </w:tabs>
        <w:spacing w:line="320" w:lineRule="exact"/>
        <w:ind w:left="440" w:leftChars="200" w:right="539" w:rightChars="245" w:firstLineChars="200"/>
        <w:rPr>
          <w:sz w:val="21"/>
        </w:rPr>
      </w:pPr>
      <w:r>
        <w:rPr>
          <w:rFonts w:hint="eastAsia"/>
          <w:sz w:val="21"/>
        </w:rPr>
        <w:t>2.</w:t>
      </w:r>
      <w:r>
        <w:rPr>
          <w:sz w:val="21"/>
        </w:rPr>
        <w:t>通报表扬</w:t>
      </w:r>
    </w:p>
    <w:p w14:paraId="5A80F290">
      <w:pPr>
        <w:pStyle w:val="9"/>
        <w:tabs>
          <w:tab w:val="left" w:pos="1152"/>
        </w:tabs>
        <w:spacing w:line="320" w:lineRule="exact"/>
        <w:ind w:left="440" w:leftChars="200" w:right="539" w:rightChars="245" w:firstLineChars="200"/>
        <w:rPr>
          <w:sz w:val="21"/>
        </w:rPr>
      </w:pPr>
      <w:r>
        <w:rPr>
          <w:rFonts w:hint="eastAsia"/>
          <w:sz w:val="21"/>
        </w:rPr>
        <w:t>3.</w:t>
      </w:r>
      <w:r>
        <w:rPr>
          <w:sz w:val="21"/>
        </w:rPr>
        <w:t>颁发奖状或证书</w:t>
      </w:r>
    </w:p>
    <w:p w14:paraId="1FE6718E">
      <w:pPr>
        <w:pStyle w:val="9"/>
        <w:tabs>
          <w:tab w:val="left" w:pos="1152"/>
        </w:tabs>
        <w:spacing w:line="320" w:lineRule="exact"/>
        <w:ind w:left="440" w:leftChars="200" w:right="539" w:rightChars="245" w:firstLineChars="200"/>
        <w:rPr>
          <w:sz w:val="21"/>
        </w:rPr>
      </w:pPr>
      <w:r>
        <w:rPr>
          <w:rFonts w:hint="eastAsia"/>
          <w:sz w:val="21"/>
        </w:rPr>
        <w:t>4.</w:t>
      </w:r>
      <w:r>
        <w:rPr>
          <w:sz w:val="21"/>
        </w:rPr>
        <w:t>颁发奖金</w:t>
      </w:r>
    </w:p>
    <w:p w14:paraId="669F15FF">
      <w:pPr>
        <w:pStyle w:val="5"/>
        <w:spacing w:line="320" w:lineRule="exact"/>
        <w:ind w:left="440" w:leftChars="200" w:right="539" w:rightChars="245" w:firstLine="420" w:firstLineChars="200"/>
      </w:pPr>
      <w:r>
        <w:rPr>
          <w:rFonts w:hint="eastAsia" w:ascii="黑体" w:eastAsia="黑体"/>
        </w:rPr>
        <w:t xml:space="preserve">第二十九条 </w:t>
      </w:r>
      <w:r>
        <w:t>获奖集体和个人名单、主要事迹由校院两级公布和宣传。个人获奖审批材料存入研究生个人档案。</w:t>
      </w:r>
    </w:p>
    <w:p w14:paraId="001BC76F">
      <w:pPr>
        <w:pStyle w:val="5"/>
        <w:spacing w:line="320" w:lineRule="exact"/>
        <w:ind w:left="440" w:leftChars="200" w:right="539" w:rightChars="245" w:firstLine="420" w:firstLineChars="200"/>
      </w:pPr>
      <w:r>
        <w:rPr>
          <w:rFonts w:hint="eastAsia" w:ascii="黑体" w:eastAsia="黑体"/>
        </w:rPr>
        <w:t xml:space="preserve">第三十条 </w:t>
      </w:r>
      <w:r>
        <w:t>学校支持企事业单位或个人捐助设立奖学金，企事业单位或个人捐助的奖学金，可以用其指定的名称作为奖学金名称。企事业单位或个人通过与学校教育基金会签订协议书的方式，明确评奖的具体要求及双方应承担的责任，并一次性投入一定金额作为基金，取其利息或每年按协议提供定量金额一次性发放。</w:t>
      </w:r>
    </w:p>
    <w:p w14:paraId="44BEA11A">
      <w:pPr>
        <w:pStyle w:val="5"/>
        <w:spacing w:line="320" w:lineRule="exact"/>
        <w:ind w:left="440" w:leftChars="200" w:right="539" w:rightChars="245" w:firstLine="420" w:firstLineChars="200"/>
      </w:pPr>
      <w:r>
        <w:rPr>
          <w:rFonts w:hint="eastAsia" w:ascii="黑体" w:eastAsia="黑体"/>
        </w:rPr>
        <w:t xml:space="preserve">第三十一条 </w:t>
      </w:r>
      <w:r>
        <w:t>获得荣誉的集体和个人一经发现有弄虚作假或欺骗行为，学校将立即取消其荣誉称号，收回证书，追回所发放的奖金，并按有关规定给予责任人相应的纪律处分；如评选期间发生违法违纪行为受到校级及以上处分，立即取消评先资格。</w:t>
      </w:r>
    </w:p>
    <w:p w14:paraId="603729A1">
      <w:pPr>
        <w:pStyle w:val="5"/>
        <w:spacing w:line="320" w:lineRule="exact"/>
        <w:ind w:left="440" w:leftChars="200" w:right="539" w:rightChars="245" w:firstLine="420" w:firstLineChars="200"/>
        <w:rPr>
          <w:rFonts w:ascii="黑体"/>
          <w:highlight w:val="green"/>
        </w:rPr>
      </w:pPr>
    </w:p>
    <w:p w14:paraId="3F44DCC8">
      <w:pPr>
        <w:pStyle w:val="3"/>
        <w:tabs>
          <w:tab w:val="left" w:pos="1319"/>
        </w:tabs>
        <w:spacing w:line="320" w:lineRule="exact"/>
        <w:ind w:left="440" w:leftChars="200" w:right="539" w:rightChars="245" w:firstLine="480" w:firstLineChars="200"/>
      </w:pPr>
      <w:r>
        <w:rPr>
          <w:rFonts w:hint="eastAsia"/>
        </w:rPr>
        <w:t>第六章  奖励标准及比例</w:t>
      </w:r>
    </w:p>
    <w:p w14:paraId="4FD6AF95">
      <w:pPr>
        <w:pStyle w:val="5"/>
        <w:spacing w:line="320" w:lineRule="exact"/>
        <w:ind w:left="440" w:leftChars="200" w:right="539" w:rightChars="245" w:firstLine="420" w:firstLineChars="200"/>
        <w:rPr>
          <w:rFonts w:ascii="黑体"/>
          <w:highlight w:val="green"/>
        </w:rPr>
      </w:pPr>
    </w:p>
    <w:p w14:paraId="7A1AD98B">
      <w:pPr>
        <w:pStyle w:val="5"/>
        <w:tabs>
          <w:tab w:val="left" w:pos="2095"/>
        </w:tabs>
        <w:spacing w:line="320" w:lineRule="exact"/>
        <w:ind w:left="440" w:leftChars="200" w:right="539" w:rightChars="245" w:firstLine="420" w:firstLineChars="200"/>
      </w:pPr>
      <w:r>
        <w:rPr>
          <w:rFonts w:hint="eastAsia" w:ascii="黑体" w:eastAsia="黑体"/>
        </w:rPr>
        <w:t xml:space="preserve">第三十二条 </w:t>
      </w:r>
      <w:r>
        <w:t>奖励标准</w:t>
      </w:r>
    </w:p>
    <w:p w14:paraId="73189158">
      <w:pPr>
        <w:pStyle w:val="5"/>
        <w:spacing w:line="320" w:lineRule="exact"/>
        <w:ind w:left="440" w:leftChars="200" w:right="539" w:rightChars="245" w:firstLine="420" w:firstLineChars="200"/>
        <w:rPr>
          <w:szCs w:val="22"/>
        </w:rPr>
      </w:pPr>
      <w:r>
        <w:rPr>
          <w:rFonts w:hint="eastAsia"/>
          <w:szCs w:val="22"/>
        </w:rPr>
        <w:t>1.</w:t>
      </w:r>
      <w:r>
        <w:rPr>
          <w:szCs w:val="22"/>
        </w:rPr>
        <w:t>校级研究生先进班集体 奖金金额为2000元/班</w:t>
      </w:r>
    </w:p>
    <w:p w14:paraId="108CD3E2">
      <w:pPr>
        <w:pStyle w:val="5"/>
        <w:spacing w:line="320" w:lineRule="exact"/>
        <w:ind w:left="440" w:leftChars="200" w:right="539" w:rightChars="245" w:firstLine="420" w:firstLineChars="200"/>
        <w:rPr>
          <w:szCs w:val="22"/>
        </w:rPr>
      </w:pPr>
      <w:r>
        <w:rPr>
          <w:rFonts w:hint="eastAsia"/>
          <w:szCs w:val="22"/>
        </w:rPr>
        <w:t>2.</w:t>
      </w:r>
      <w:r>
        <w:rPr>
          <w:szCs w:val="22"/>
        </w:rPr>
        <w:t>研究生科技竞赛优秀团队</w:t>
      </w:r>
    </w:p>
    <w:p w14:paraId="05A942C5">
      <w:pPr>
        <w:pStyle w:val="5"/>
        <w:spacing w:line="320" w:lineRule="exact"/>
        <w:ind w:left="440" w:leftChars="200" w:right="539" w:rightChars="245" w:firstLine="420" w:firstLineChars="200"/>
        <w:rPr>
          <w:szCs w:val="22"/>
        </w:rPr>
      </w:pPr>
      <w:r>
        <w:rPr>
          <w:szCs w:val="22"/>
        </w:rPr>
        <w:t>获得国家级科技竞赛特等奖或一等奖的团队，奖学金金额为</w:t>
      </w:r>
      <w:r>
        <w:rPr>
          <w:rFonts w:hint="eastAsia"/>
          <w:szCs w:val="22"/>
          <w:lang w:val="en-US" w:eastAsia="zh-CN"/>
        </w:rPr>
        <w:t>9</w:t>
      </w:r>
      <w:r>
        <w:rPr>
          <w:szCs w:val="22"/>
        </w:rPr>
        <w:t>000元/队·学年；获得国家级竞赛二等奖的团队，奖学金金额为4500元/队·学年；获得国家级竞赛三等奖的团队，奖学金金额为</w:t>
      </w:r>
      <w:r>
        <w:rPr>
          <w:rFonts w:hint="eastAsia"/>
          <w:szCs w:val="22"/>
          <w:lang w:val="en-US" w:eastAsia="zh-CN"/>
        </w:rPr>
        <w:t>15</w:t>
      </w:r>
      <w:bookmarkStart w:id="2" w:name="_GoBack"/>
      <w:bookmarkEnd w:id="2"/>
      <w:r>
        <w:rPr>
          <w:szCs w:val="22"/>
        </w:rPr>
        <w:t>00元/队·学年。</w:t>
      </w:r>
    </w:p>
    <w:p w14:paraId="497345D9">
      <w:pPr>
        <w:pStyle w:val="9"/>
        <w:tabs>
          <w:tab w:val="left" w:pos="1152"/>
        </w:tabs>
        <w:spacing w:line="320" w:lineRule="exact"/>
        <w:ind w:left="440" w:leftChars="200" w:right="539" w:rightChars="245" w:firstLineChars="200"/>
        <w:rPr>
          <w:sz w:val="21"/>
        </w:rPr>
      </w:pPr>
      <w:r>
        <w:rPr>
          <w:rFonts w:hint="eastAsia"/>
          <w:sz w:val="21"/>
        </w:rPr>
        <w:t>3.</w:t>
      </w:r>
      <w:r>
        <w:rPr>
          <w:sz w:val="21"/>
        </w:rPr>
        <w:t>研究生社会工作优秀奖学金 奖金金额为1000元</w:t>
      </w:r>
    </w:p>
    <w:p w14:paraId="664B7E35">
      <w:pPr>
        <w:pStyle w:val="9"/>
        <w:tabs>
          <w:tab w:val="left" w:pos="1152"/>
        </w:tabs>
        <w:spacing w:line="320" w:lineRule="exact"/>
        <w:ind w:left="440" w:leftChars="200" w:right="539" w:rightChars="245" w:firstLineChars="200"/>
        <w:rPr>
          <w:sz w:val="21"/>
        </w:rPr>
      </w:pPr>
      <w:r>
        <w:rPr>
          <w:rFonts w:hint="eastAsia"/>
          <w:sz w:val="21"/>
        </w:rPr>
        <w:t>4.</w:t>
      </w:r>
      <w:r>
        <w:rPr>
          <w:sz w:val="21"/>
        </w:rPr>
        <w:t>研究生社会服务优秀奖学金 奖金金额为500-1000元</w:t>
      </w:r>
    </w:p>
    <w:p w14:paraId="79359210">
      <w:pPr>
        <w:pStyle w:val="9"/>
        <w:tabs>
          <w:tab w:val="left" w:pos="1152"/>
        </w:tabs>
        <w:spacing w:line="320" w:lineRule="exact"/>
        <w:ind w:left="440" w:leftChars="200" w:right="539" w:rightChars="245" w:firstLineChars="200"/>
        <w:rPr>
          <w:sz w:val="21"/>
        </w:rPr>
      </w:pPr>
      <w:r>
        <w:rPr>
          <w:rFonts w:hint="eastAsia"/>
          <w:sz w:val="21"/>
        </w:rPr>
        <w:t>5.</w:t>
      </w:r>
      <w:r>
        <w:rPr>
          <w:sz w:val="21"/>
        </w:rPr>
        <w:t>研究生自强之星奖学金</w:t>
      </w:r>
    </w:p>
    <w:p w14:paraId="173175B6">
      <w:pPr>
        <w:pStyle w:val="5"/>
        <w:spacing w:line="320" w:lineRule="exact"/>
        <w:ind w:left="440" w:leftChars="200" w:right="539" w:rightChars="245" w:firstLine="420" w:firstLineChars="200"/>
      </w:pPr>
      <w:r>
        <w:t xml:space="preserve">     自强之星获得者</w:t>
      </w:r>
      <w:r>
        <w:rPr>
          <w:rFonts w:hint="eastAsia"/>
        </w:rPr>
        <w:t xml:space="preserve"> </w:t>
      </w:r>
      <w:r>
        <w:t>奖金金额为1000元</w:t>
      </w:r>
    </w:p>
    <w:p w14:paraId="5F7D915F">
      <w:pPr>
        <w:pStyle w:val="5"/>
        <w:spacing w:line="320" w:lineRule="exact"/>
        <w:ind w:left="440" w:leftChars="200" w:right="539" w:rightChars="245" w:firstLine="420" w:firstLineChars="200"/>
      </w:pPr>
      <w:r>
        <w:t xml:space="preserve">     自强之星提名奖获得者</w:t>
      </w:r>
      <w:r>
        <w:rPr>
          <w:rFonts w:hint="eastAsia"/>
        </w:rPr>
        <w:t xml:space="preserve"> </w:t>
      </w:r>
      <w:r>
        <w:t>奖金金额为800元</w:t>
      </w:r>
    </w:p>
    <w:p w14:paraId="6F3EC393">
      <w:pPr>
        <w:pStyle w:val="5"/>
        <w:spacing w:line="320" w:lineRule="exact"/>
        <w:ind w:left="440" w:leftChars="200" w:right="539" w:rightChars="245" w:firstLine="420" w:firstLineChars="200"/>
      </w:pPr>
      <w:r>
        <w:rPr>
          <w:rFonts w:hint="eastAsia"/>
        </w:rPr>
        <w:t>6.</w:t>
      </w:r>
      <w:r>
        <w:t>研究生文体优秀奖学金 奖金金额为500-1000元</w:t>
      </w:r>
    </w:p>
    <w:p w14:paraId="55E1C4FA">
      <w:pPr>
        <w:pStyle w:val="5"/>
        <w:spacing w:line="320" w:lineRule="exact"/>
        <w:ind w:left="440" w:leftChars="200" w:right="539" w:rightChars="245" w:firstLine="420" w:firstLineChars="200"/>
      </w:pPr>
      <w:r>
        <w:rPr>
          <w:rFonts w:hint="eastAsia"/>
        </w:rPr>
        <w:t>7.</w:t>
      </w:r>
      <w:r>
        <w:t>研究生道德之星奖学金 奖金金额为1000元</w:t>
      </w:r>
    </w:p>
    <w:p w14:paraId="514E9E49">
      <w:pPr>
        <w:pStyle w:val="5"/>
        <w:spacing w:line="320" w:lineRule="exact"/>
        <w:ind w:left="440" w:leftChars="200" w:right="539" w:rightChars="245" w:firstLine="420" w:firstLineChars="200"/>
      </w:pPr>
      <w:r>
        <w:rPr>
          <w:rFonts w:hint="eastAsia"/>
        </w:rPr>
        <w:t>8.</w:t>
      </w:r>
      <w:r>
        <w:t>其他专项奖学金：按照专项奖学金协议书发放。</w:t>
      </w:r>
    </w:p>
    <w:p w14:paraId="501B2CD6">
      <w:pPr>
        <w:pStyle w:val="5"/>
        <w:spacing w:line="320" w:lineRule="exact"/>
        <w:ind w:left="440" w:leftChars="200" w:right="539" w:rightChars="245" w:firstLine="420" w:firstLineChars="200"/>
      </w:pPr>
      <w:r>
        <w:rPr>
          <w:rFonts w:hint="eastAsia"/>
        </w:rPr>
        <w:t>9.各类单项奖学金奖金不兼得，不兼得奖学金均取高值发放。</w:t>
      </w:r>
    </w:p>
    <w:p w14:paraId="3D93F12C">
      <w:pPr>
        <w:pStyle w:val="5"/>
        <w:tabs>
          <w:tab w:val="left" w:pos="2095"/>
        </w:tabs>
        <w:spacing w:line="320" w:lineRule="exact"/>
        <w:ind w:left="440" w:leftChars="200" w:right="539" w:rightChars="245" w:firstLine="420" w:firstLineChars="200"/>
      </w:pPr>
      <w:r>
        <w:rPr>
          <w:rFonts w:hint="eastAsia" w:ascii="黑体" w:eastAsia="黑体"/>
        </w:rPr>
        <w:t xml:space="preserve">第三十三条 </w:t>
      </w:r>
      <w:r>
        <w:t>奖励比例</w:t>
      </w:r>
    </w:p>
    <w:p w14:paraId="6F98003F">
      <w:pPr>
        <w:pStyle w:val="9"/>
        <w:tabs>
          <w:tab w:val="left" w:pos="1152"/>
        </w:tabs>
        <w:spacing w:line="320" w:lineRule="exact"/>
        <w:ind w:left="440" w:leftChars="200" w:right="539" w:rightChars="245" w:firstLineChars="200"/>
        <w:rPr>
          <w:sz w:val="21"/>
        </w:rPr>
      </w:pPr>
      <w:r>
        <w:rPr>
          <w:rFonts w:hint="eastAsia"/>
          <w:sz w:val="21"/>
        </w:rPr>
        <w:t>1.</w:t>
      </w:r>
      <w:r>
        <w:rPr>
          <w:sz w:val="21"/>
        </w:rPr>
        <w:t>校级研究生先进集体的评选比例不超过参评班级数的30%。</w:t>
      </w:r>
    </w:p>
    <w:p w14:paraId="354E53DE">
      <w:pPr>
        <w:pStyle w:val="9"/>
        <w:tabs>
          <w:tab w:val="left" w:pos="1152"/>
        </w:tabs>
        <w:spacing w:line="320" w:lineRule="exact"/>
        <w:ind w:left="440" w:leftChars="200" w:right="539" w:rightChars="245" w:firstLineChars="200"/>
        <w:rPr>
          <w:sz w:val="21"/>
        </w:rPr>
      </w:pPr>
      <w:r>
        <w:rPr>
          <w:rFonts w:hint="eastAsia"/>
          <w:sz w:val="21"/>
        </w:rPr>
        <w:t>2.</w:t>
      </w:r>
      <w:r>
        <w:rPr>
          <w:sz w:val="21"/>
        </w:rPr>
        <w:t>校级研究生社会实践优秀团队根据立项、总结评审结果进行评选。</w:t>
      </w:r>
    </w:p>
    <w:p w14:paraId="18F4438B">
      <w:pPr>
        <w:pStyle w:val="9"/>
        <w:tabs>
          <w:tab w:val="left" w:pos="1152"/>
        </w:tabs>
        <w:spacing w:line="320" w:lineRule="exact"/>
        <w:ind w:left="440" w:leftChars="200" w:right="539" w:rightChars="245" w:firstLineChars="200"/>
        <w:rPr>
          <w:sz w:val="21"/>
        </w:rPr>
      </w:pPr>
      <w:r>
        <w:rPr>
          <w:rFonts w:hint="eastAsia"/>
          <w:sz w:val="21"/>
        </w:rPr>
        <w:t>3.</w:t>
      </w:r>
      <w:r>
        <w:rPr>
          <w:sz w:val="21"/>
        </w:rPr>
        <w:t>校级研究生科技竞赛优秀团队根据每年获奖团队数进行核算。</w:t>
      </w:r>
    </w:p>
    <w:p w14:paraId="6DCFE171">
      <w:pPr>
        <w:pStyle w:val="9"/>
        <w:tabs>
          <w:tab w:val="left" w:pos="1152"/>
        </w:tabs>
        <w:spacing w:line="320" w:lineRule="exact"/>
        <w:ind w:left="440" w:leftChars="200" w:right="539" w:rightChars="245" w:firstLineChars="200"/>
        <w:rPr>
          <w:sz w:val="21"/>
        </w:rPr>
      </w:pPr>
      <w:r>
        <w:rPr>
          <w:rFonts w:hint="eastAsia"/>
          <w:sz w:val="21"/>
        </w:rPr>
        <w:t>4.</w:t>
      </w:r>
      <w:r>
        <w:rPr>
          <w:sz w:val="21"/>
        </w:rPr>
        <w:t>校级三好研究生的评选比例不超过参评研究生总数的12%。</w:t>
      </w:r>
    </w:p>
    <w:p w14:paraId="5B08A3DC">
      <w:pPr>
        <w:pStyle w:val="9"/>
        <w:tabs>
          <w:tab w:val="left" w:pos="1152"/>
        </w:tabs>
        <w:spacing w:line="320" w:lineRule="exact"/>
        <w:ind w:left="440" w:leftChars="200" w:right="539" w:rightChars="245" w:firstLineChars="200"/>
        <w:rPr>
          <w:sz w:val="21"/>
        </w:rPr>
      </w:pPr>
      <w:r>
        <w:rPr>
          <w:rFonts w:hint="eastAsia"/>
          <w:sz w:val="21"/>
        </w:rPr>
        <w:t>5.</w:t>
      </w:r>
      <w:r>
        <w:rPr>
          <w:sz w:val="21"/>
        </w:rPr>
        <w:t>校级优秀研究生干部、社会工作优秀奖学金的评选比例分别不超过参评研究生总数的5%</w:t>
      </w:r>
      <w:r>
        <w:rPr>
          <w:rFonts w:hint="eastAsia"/>
          <w:sz w:val="21"/>
        </w:rPr>
        <w:t>。</w:t>
      </w:r>
    </w:p>
    <w:p w14:paraId="758319D7">
      <w:pPr>
        <w:pStyle w:val="9"/>
        <w:tabs>
          <w:tab w:val="left" w:pos="1152"/>
        </w:tabs>
        <w:spacing w:line="320" w:lineRule="exact"/>
        <w:ind w:left="440" w:leftChars="200" w:right="539" w:rightChars="245" w:firstLineChars="200"/>
        <w:rPr>
          <w:sz w:val="21"/>
        </w:rPr>
      </w:pPr>
      <w:r>
        <w:rPr>
          <w:rFonts w:hint="eastAsia"/>
          <w:sz w:val="21"/>
        </w:rPr>
        <w:t>6.</w:t>
      </w:r>
      <w:r>
        <w:rPr>
          <w:sz w:val="21"/>
        </w:rPr>
        <w:t>校级研究生社会服务工作优秀个人、社会服务优秀奖学金的评选比例不超过各实践团成员总数的20%，以及其他社会服务表现优异者。</w:t>
      </w:r>
    </w:p>
    <w:p w14:paraId="41835507">
      <w:pPr>
        <w:pStyle w:val="9"/>
        <w:tabs>
          <w:tab w:val="left" w:pos="1152"/>
        </w:tabs>
        <w:spacing w:line="320" w:lineRule="exact"/>
        <w:ind w:left="440" w:leftChars="200" w:right="539" w:rightChars="245" w:firstLineChars="200"/>
        <w:rPr>
          <w:sz w:val="21"/>
        </w:rPr>
      </w:pPr>
      <w:r>
        <w:rPr>
          <w:rFonts w:hint="eastAsia"/>
          <w:sz w:val="21"/>
        </w:rPr>
        <w:t>7.</w:t>
      </w:r>
      <w:r>
        <w:rPr>
          <w:sz w:val="21"/>
        </w:rPr>
        <w:t>研究生自强之星奖学金根据每年获得学校“自强之星”及“自强之星”提名奖的人数核算</w:t>
      </w:r>
      <w:r>
        <w:rPr>
          <w:rFonts w:hint="eastAsia"/>
          <w:sz w:val="21"/>
        </w:rPr>
        <w:t>。</w:t>
      </w:r>
    </w:p>
    <w:p w14:paraId="6661B433">
      <w:pPr>
        <w:pStyle w:val="9"/>
        <w:tabs>
          <w:tab w:val="left" w:pos="1152"/>
        </w:tabs>
        <w:spacing w:line="320" w:lineRule="exact"/>
        <w:ind w:left="440" w:leftChars="200" w:right="539" w:rightChars="245" w:firstLineChars="200"/>
        <w:rPr>
          <w:sz w:val="21"/>
        </w:rPr>
      </w:pPr>
      <w:r>
        <w:rPr>
          <w:rFonts w:hint="eastAsia"/>
          <w:sz w:val="21"/>
        </w:rPr>
        <w:t>8.</w:t>
      </w:r>
      <w:r>
        <w:rPr>
          <w:sz w:val="21"/>
        </w:rPr>
        <w:t>研究生道德之星奖学金全校范围内评选，名额不限，若当年无满足评选条件的研究生，可不评。</w:t>
      </w:r>
    </w:p>
    <w:p w14:paraId="4D4AED61">
      <w:pPr>
        <w:pStyle w:val="9"/>
        <w:tabs>
          <w:tab w:val="left" w:pos="1152"/>
        </w:tabs>
        <w:spacing w:line="320" w:lineRule="exact"/>
        <w:ind w:left="440" w:leftChars="200" w:right="539" w:rightChars="245" w:firstLineChars="200"/>
        <w:rPr>
          <w:sz w:val="21"/>
        </w:rPr>
      </w:pPr>
      <w:r>
        <w:rPr>
          <w:rFonts w:hint="eastAsia"/>
          <w:sz w:val="21"/>
        </w:rPr>
        <w:t>9.</w:t>
      </w:r>
      <w:r>
        <w:rPr>
          <w:sz w:val="21"/>
        </w:rPr>
        <w:t>研究生文体优秀奖学金根据体育部、校团委认定人员核算。</w:t>
      </w:r>
    </w:p>
    <w:p w14:paraId="4E818ECF">
      <w:pPr>
        <w:pStyle w:val="9"/>
        <w:tabs>
          <w:tab w:val="left" w:pos="1152"/>
        </w:tabs>
        <w:spacing w:line="320" w:lineRule="exact"/>
        <w:ind w:left="440" w:leftChars="200" w:right="539" w:rightChars="245" w:firstLineChars="200"/>
        <w:rPr>
          <w:sz w:val="21"/>
        </w:rPr>
      </w:pPr>
      <w:r>
        <w:rPr>
          <w:rFonts w:hint="eastAsia"/>
          <w:sz w:val="21"/>
        </w:rPr>
        <w:t>10.</w:t>
      </w:r>
      <w:r>
        <w:rPr>
          <w:sz w:val="21"/>
        </w:rPr>
        <w:t>校级优秀毕业生的评选比例不超过应届毕业研究生总数的12%。</w:t>
      </w:r>
    </w:p>
    <w:p w14:paraId="5B507C9B">
      <w:pPr>
        <w:pStyle w:val="9"/>
        <w:tabs>
          <w:tab w:val="left" w:pos="1152"/>
        </w:tabs>
        <w:spacing w:line="320" w:lineRule="exact"/>
        <w:ind w:left="440" w:leftChars="200" w:right="539" w:rightChars="245" w:firstLineChars="200"/>
        <w:rPr>
          <w:sz w:val="21"/>
        </w:rPr>
      </w:pPr>
      <w:r>
        <w:rPr>
          <w:rFonts w:hint="eastAsia"/>
          <w:sz w:val="21"/>
        </w:rPr>
        <w:t>11.</w:t>
      </w:r>
      <w:r>
        <w:rPr>
          <w:sz w:val="21"/>
        </w:rPr>
        <w:t>校级优秀毕业生干部的评选比例不超过应届毕业研究生总数的5%。</w:t>
      </w:r>
    </w:p>
    <w:p w14:paraId="39C9253E">
      <w:pPr>
        <w:pStyle w:val="9"/>
        <w:tabs>
          <w:tab w:val="left" w:pos="1152"/>
        </w:tabs>
        <w:spacing w:line="320" w:lineRule="exact"/>
        <w:ind w:left="440" w:leftChars="200" w:right="539" w:rightChars="245" w:firstLineChars="200"/>
        <w:rPr>
          <w:sz w:val="21"/>
        </w:rPr>
      </w:pPr>
      <w:r>
        <w:rPr>
          <w:rFonts w:hint="eastAsia"/>
          <w:sz w:val="21"/>
        </w:rPr>
        <w:t>12.</w:t>
      </w:r>
      <w:r>
        <w:rPr>
          <w:sz w:val="21"/>
        </w:rPr>
        <w:t>北京市先进班集体、北京市三好学生、北京市优秀学生干部、北京市优秀毕业生的评选名额以北京市通知为准。</w:t>
      </w:r>
    </w:p>
    <w:p w14:paraId="74A69AAE">
      <w:pPr>
        <w:pStyle w:val="5"/>
        <w:spacing w:line="320" w:lineRule="exact"/>
        <w:ind w:left="440" w:leftChars="200" w:right="539" w:rightChars="245" w:firstLine="420" w:firstLineChars="200"/>
        <w:rPr>
          <w:rFonts w:ascii="黑体"/>
          <w:highlight w:val="green"/>
        </w:rPr>
      </w:pPr>
    </w:p>
    <w:p w14:paraId="3688F947">
      <w:pPr>
        <w:pStyle w:val="3"/>
        <w:tabs>
          <w:tab w:val="left" w:pos="1319"/>
        </w:tabs>
        <w:spacing w:line="320" w:lineRule="exact"/>
        <w:ind w:left="440" w:leftChars="200" w:right="539" w:rightChars="245" w:firstLine="480" w:firstLineChars="200"/>
      </w:pPr>
      <w:r>
        <w:rPr>
          <w:rFonts w:hint="eastAsia"/>
        </w:rPr>
        <w:t>第七章  附  则</w:t>
      </w:r>
    </w:p>
    <w:p w14:paraId="3FCFDA35">
      <w:pPr>
        <w:pStyle w:val="5"/>
        <w:spacing w:line="320" w:lineRule="exact"/>
        <w:ind w:left="440" w:leftChars="200" w:right="539" w:rightChars="245" w:firstLine="420" w:firstLineChars="200"/>
        <w:rPr>
          <w:rFonts w:ascii="黑体"/>
          <w:highlight w:val="green"/>
        </w:rPr>
      </w:pPr>
    </w:p>
    <w:p w14:paraId="23F2ECB0">
      <w:pPr>
        <w:pStyle w:val="5"/>
        <w:tabs>
          <w:tab w:val="left" w:pos="2093"/>
        </w:tabs>
        <w:spacing w:line="320" w:lineRule="exact"/>
        <w:ind w:left="440" w:leftChars="200" w:right="539" w:rightChars="245" w:firstLine="420" w:firstLineChars="200"/>
      </w:pPr>
      <w:r>
        <w:rPr>
          <w:rFonts w:hint="eastAsia" w:ascii="黑体" w:eastAsia="黑体"/>
        </w:rPr>
        <w:t xml:space="preserve">第三十四条 </w:t>
      </w:r>
      <w:r>
        <w:t>本办法于2021年6月21日由校长办公会审议通过，自通过之日起施行。</w:t>
      </w:r>
    </w:p>
    <w:p w14:paraId="396ECFB7">
      <w:pPr>
        <w:pStyle w:val="5"/>
        <w:tabs>
          <w:tab w:val="left" w:pos="2095"/>
        </w:tabs>
        <w:spacing w:line="320" w:lineRule="exact"/>
        <w:ind w:left="440" w:leftChars="200" w:right="539" w:rightChars="245" w:firstLine="420" w:firstLineChars="200"/>
      </w:pPr>
      <w:r>
        <w:rPr>
          <w:rFonts w:hint="eastAsia" w:ascii="黑体" w:eastAsia="黑体"/>
        </w:rPr>
        <w:t xml:space="preserve">第三十五条 </w:t>
      </w:r>
      <w:r>
        <w:t>本办法由研究生工作部负责解释。</w:t>
      </w:r>
    </w:p>
    <w:p w14:paraId="6B2366A9">
      <w:pPr>
        <w:ind w:left="440" w:leftChars="200" w:right="539" w:rightChars="245" w:firstLine="268" w:firstLineChars="122"/>
        <w:rPr>
          <w:rFonts w:hint="eastAsia"/>
        </w:rPr>
        <w:sectPr>
          <w:pgSz w:w="10440" w:h="14750"/>
          <w:pgMar w:top="1400" w:right="597" w:bottom="1220" w:left="720" w:header="0" w:footer="1031" w:gutter="0"/>
          <w:cols w:space="720" w:num="1"/>
        </w:sectPr>
      </w:pPr>
    </w:p>
    <w:p w14:paraId="3712A7B7">
      <w:pPr>
        <w:pStyle w:val="4"/>
        <w:spacing w:line="320" w:lineRule="exact"/>
        <w:ind w:left="0" w:right="539" w:rightChars="245"/>
        <w:jc w:val="center"/>
        <w:rPr>
          <w:rFonts w:hint="eastAsia"/>
        </w:rPr>
      </w:pPr>
      <w:r>
        <w:drawing>
          <wp:anchor distT="0" distB="0" distL="0" distR="0" simplePos="0" relativeHeight="251659264" behindDoc="0" locked="0" layoutInCell="1" allowOverlap="1">
            <wp:simplePos x="0" y="0"/>
            <wp:positionH relativeFrom="page">
              <wp:posOffset>1529080</wp:posOffset>
            </wp:positionH>
            <wp:positionV relativeFrom="paragraph">
              <wp:posOffset>42545</wp:posOffset>
            </wp:positionV>
            <wp:extent cx="3141345" cy="3862070"/>
            <wp:effectExtent l="0" t="0" r="8255" b="11430"/>
            <wp:wrapTopAndBottom/>
            <wp:docPr id="3" name="image1.png" descr="C:\Users\Acer\AppData\Local\Temp\WeChat Files\c751537ecfe1cc736131a9c68ebfc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descr="C:\Users\Acer\AppData\Local\Temp\WeChat Files\c751537ecfe1cc736131a9c68ebfc53.png"/>
                    <pic:cNvPicPr>
                      <a:picLocks noChangeAspect="1"/>
                    </pic:cNvPicPr>
                  </pic:nvPicPr>
                  <pic:blipFill>
                    <a:blip r:embed="rId4" cstate="print"/>
                    <a:stretch>
                      <a:fillRect/>
                    </a:stretch>
                  </pic:blipFill>
                  <pic:spPr>
                    <a:xfrm>
                      <a:off x="0" y="0"/>
                      <a:ext cx="3141345" cy="3862070"/>
                    </a:xfrm>
                    <a:prstGeom prst="rect">
                      <a:avLst/>
                    </a:prstGeom>
                  </pic:spPr>
                </pic:pic>
              </a:graphicData>
            </a:graphic>
          </wp:anchor>
        </w:drawing>
      </w:r>
      <w:r>
        <w:t>附件 1：研究生评优评先流程图</w:t>
      </w:r>
    </w:p>
    <w:sectPr>
      <w:pgSz w:w="10376" w:h="14685"/>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C352DD"/>
    <w:rsid w:val="00AB2746"/>
    <w:rsid w:val="00C4559D"/>
    <w:rsid w:val="08C352DD"/>
    <w:rsid w:val="16CC4570"/>
    <w:rsid w:val="26D00161"/>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1" w:semiHidden="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1"/>
    <w:pPr>
      <w:spacing w:before="49"/>
      <w:ind w:left="707" w:right="109"/>
      <w:jc w:val="center"/>
      <w:outlineLvl w:val="0"/>
    </w:pPr>
    <w:rPr>
      <w:rFonts w:ascii="黑体" w:hAnsi="黑体" w:eastAsia="黑体" w:cs="黑体"/>
      <w:sz w:val="36"/>
      <w:szCs w:val="36"/>
    </w:rPr>
  </w:style>
  <w:style w:type="paragraph" w:styleId="3">
    <w:name w:val="heading 6"/>
    <w:basedOn w:val="1"/>
    <w:next w:val="1"/>
    <w:link w:val="10"/>
    <w:qFormat/>
    <w:uiPriority w:val="1"/>
    <w:pPr>
      <w:ind w:left="359"/>
      <w:jc w:val="center"/>
      <w:outlineLvl w:val="5"/>
    </w:pPr>
    <w:rPr>
      <w:rFonts w:ascii="黑体" w:hAnsi="黑体" w:eastAsia="黑体" w:cs="黑体"/>
      <w:sz w:val="24"/>
      <w:szCs w:val="24"/>
    </w:rPr>
  </w:style>
  <w:style w:type="paragraph" w:styleId="4">
    <w:name w:val="heading 7"/>
    <w:basedOn w:val="1"/>
    <w:next w:val="1"/>
    <w:link w:val="11"/>
    <w:qFormat/>
    <w:uiPriority w:val="1"/>
    <w:pPr>
      <w:ind w:left="835"/>
      <w:outlineLvl w:val="6"/>
    </w:pPr>
    <w:rPr>
      <w:b/>
      <w:bCs/>
      <w:sz w:val="21"/>
      <w:szCs w:val="21"/>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5">
    <w:name w:val="Body Text"/>
    <w:basedOn w:val="1"/>
    <w:link w:val="12"/>
    <w:qFormat/>
    <w:uiPriority w:val="1"/>
    <w:pPr>
      <w:ind w:left="413"/>
    </w:pPr>
    <w:rPr>
      <w:sz w:val="21"/>
      <w:szCs w:val="21"/>
    </w:rPr>
  </w:style>
  <w:style w:type="paragraph" w:customStyle="1" w:styleId="8">
    <w:name w:val="列表段落1"/>
    <w:basedOn w:val="1"/>
    <w:qFormat/>
    <w:uiPriority w:val="1"/>
    <w:pPr>
      <w:ind w:left="413" w:firstLine="420"/>
    </w:pPr>
  </w:style>
  <w:style w:type="paragraph" w:customStyle="1" w:styleId="9">
    <w:name w:val="列出段落2"/>
    <w:basedOn w:val="1"/>
    <w:qFormat/>
    <w:uiPriority w:val="1"/>
    <w:pPr>
      <w:ind w:left="413" w:firstLine="420"/>
    </w:pPr>
  </w:style>
  <w:style w:type="character" w:customStyle="1" w:styleId="10">
    <w:name w:val="标题 6 字符"/>
    <w:basedOn w:val="7"/>
    <w:link w:val="3"/>
    <w:qFormat/>
    <w:uiPriority w:val="1"/>
    <w:rPr>
      <w:rFonts w:ascii="黑体" w:hAnsi="黑体" w:eastAsia="黑体" w:cs="黑体"/>
      <w:sz w:val="24"/>
      <w:szCs w:val="24"/>
    </w:rPr>
  </w:style>
  <w:style w:type="character" w:customStyle="1" w:styleId="11">
    <w:name w:val="标题 7 字符"/>
    <w:basedOn w:val="7"/>
    <w:link w:val="4"/>
    <w:qFormat/>
    <w:uiPriority w:val="1"/>
    <w:rPr>
      <w:rFonts w:ascii="宋体" w:hAnsi="宋体" w:eastAsia="宋体" w:cs="宋体"/>
      <w:b/>
      <w:bCs/>
      <w:sz w:val="21"/>
      <w:szCs w:val="21"/>
    </w:rPr>
  </w:style>
  <w:style w:type="character" w:customStyle="1" w:styleId="12">
    <w:name w:val="正文文本 字符"/>
    <w:basedOn w:val="7"/>
    <w:link w:val="5"/>
    <w:qFormat/>
    <w:uiPriority w:val="1"/>
    <w:rPr>
      <w:rFonts w:ascii="宋体" w:hAnsi="宋体" w:eastAsia="宋体" w:cs="宋体"/>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7</Pages>
  <Words>4750</Words>
  <Characters>4877</Characters>
  <Lines>36</Lines>
  <Paragraphs>10</Paragraphs>
  <TotalTime>6</TotalTime>
  <ScaleCrop>false</ScaleCrop>
  <LinksUpToDate>false</LinksUpToDate>
  <CharactersWithSpaces>4948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2021-10-11T22:43:00Z</dcterms:created>
  <dc:creator>lenovo</dc:creator>
  <cp:lastModifiedBy>Liuj</cp:lastModifiedBy>
  <dcterms:modified xsi:type="dcterms:W3CDTF">2025-10-09T12:41:30Z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eyJoZGlkIjoiZTRmNDkyMDgyZTc5ZWY0MTVhOTRmMWQxNWIzZTM5YzciLCJ1c2VySWQiOiI1ODU1MTc1MDcifQ==</vt:lpwstr>
  </property>
  <property fmtid="{D5CDD505-2E9C-101B-9397-08002B2CF9AE}" pid="4" name="ICV">
    <vt:lpwstr>257F62495D73459CBB84C75763AEF014_12</vt:lpwstr>
  </property>
</Properties>
</file>